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829" w:rsidRPr="00D029C6" w:rsidRDefault="00800829" w:rsidP="00D029C6">
      <w:pPr>
        <w:autoSpaceDE w:val="0"/>
        <w:autoSpaceDN w:val="0"/>
        <w:adjustRightInd w:val="0"/>
        <w:rPr>
          <w:rFonts w:ascii="Arial" w:hAnsi="Arial" w:cs="Arial"/>
          <w:color w:val="000000"/>
        </w:rPr>
      </w:pPr>
      <w:r w:rsidRPr="00D029C6">
        <w:rPr>
          <w:rFonts w:ascii="Arial" w:hAnsi="Arial" w:cs="Arial"/>
          <w:b/>
          <w:bCs/>
          <w:color w:val="000000"/>
        </w:rPr>
        <w:t xml:space="preserve">EJERCICIO 1 Descripción y Narración </w:t>
      </w:r>
    </w:p>
    <w:p w:rsidR="00800829" w:rsidRPr="007D4238" w:rsidRDefault="00800829" w:rsidP="00D029C6">
      <w:pPr>
        <w:autoSpaceDE w:val="0"/>
        <w:autoSpaceDN w:val="0"/>
        <w:adjustRightInd w:val="0"/>
        <w:jc w:val="both"/>
        <w:rPr>
          <w:rFonts w:ascii="Arial" w:hAnsi="Arial" w:cs="Arial"/>
          <w:b/>
          <w:bCs/>
          <w:color w:val="000000"/>
          <w:lang w:val="en-GB"/>
        </w:rPr>
      </w:pPr>
    </w:p>
    <w:p w:rsidR="00800829" w:rsidRDefault="00800829" w:rsidP="00D029C6">
      <w:pPr>
        <w:autoSpaceDE w:val="0"/>
        <w:autoSpaceDN w:val="0"/>
        <w:adjustRightInd w:val="0"/>
        <w:ind w:firstLine="708"/>
        <w:jc w:val="both"/>
        <w:rPr>
          <w:rFonts w:ascii="Arial" w:hAnsi="Arial" w:cs="Arial"/>
          <w:b/>
          <w:bCs/>
          <w:color w:val="000000"/>
        </w:rPr>
      </w:pPr>
      <w:r w:rsidRPr="007D4238">
        <w:rPr>
          <w:rFonts w:ascii="Arial" w:hAnsi="Arial" w:cs="Arial"/>
          <w:b/>
          <w:bCs/>
          <w:color w:val="000000"/>
          <w:lang w:val="en-GB"/>
        </w:rPr>
        <w:t>Dear Lt</w:t>
      </w:r>
      <w:r>
        <w:rPr>
          <w:rFonts w:ascii="Arial" w:hAnsi="Arial" w:cs="Arial"/>
          <w:b/>
          <w:bCs/>
          <w:color w:val="000000"/>
        </w:rPr>
        <w:t>. Jones,</w:t>
      </w:r>
    </w:p>
    <w:p w:rsidR="00800829" w:rsidRDefault="00800829" w:rsidP="007D4238">
      <w:pPr>
        <w:autoSpaceDE w:val="0"/>
        <w:autoSpaceDN w:val="0"/>
        <w:adjustRightInd w:val="0"/>
        <w:jc w:val="both"/>
        <w:rPr>
          <w:rFonts w:ascii="Arial" w:hAnsi="Arial" w:cs="Arial"/>
          <w:b/>
          <w:bCs/>
          <w:color w:val="000000"/>
        </w:rPr>
      </w:pPr>
    </w:p>
    <w:p w:rsidR="00800829" w:rsidRDefault="00800829" w:rsidP="007D4238">
      <w:pPr>
        <w:autoSpaceDE w:val="0"/>
        <w:autoSpaceDN w:val="0"/>
        <w:adjustRightInd w:val="0"/>
        <w:jc w:val="both"/>
        <w:rPr>
          <w:rFonts w:ascii="Arial" w:hAnsi="Arial" w:cs="Arial"/>
          <w:b/>
          <w:bCs/>
          <w:color w:val="000000"/>
          <w:lang w:val="en-GB"/>
        </w:rPr>
      </w:pPr>
      <w:r w:rsidRPr="007D4238">
        <w:rPr>
          <w:rFonts w:ascii="Arial" w:hAnsi="Arial" w:cs="Arial"/>
          <w:b/>
          <w:bCs/>
          <w:color w:val="000000"/>
          <w:lang w:val="en-GB"/>
        </w:rPr>
        <w:t xml:space="preserve"> </w:t>
      </w:r>
      <w:r>
        <w:rPr>
          <w:rFonts w:ascii="Arial" w:hAnsi="Arial" w:cs="Arial"/>
          <w:b/>
          <w:bCs/>
          <w:color w:val="000000"/>
          <w:lang w:val="en-GB"/>
        </w:rPr>
        <w:t xml:space="preserve">  In your kind message introducing yourself as new Platoon Chief in the EUTM, you asked for information about the life here.</w:t>
      </w:r>
    </w:p>
    <w:p w:rsidR="00800829" w:rsidRDefault="00800829" w:rsidP="00D029C6">
      <w:pPr>
        <w:autoSpaceDE w:val="0"/>
        <w:autoSpaceDN w:val="0"/>
        <w:adjustRightInd w:val="0"/>
        <w:ind w:firstLine="708"/>
        <w:jc w:val="both"/>
        <w:rPr>
          <w:rFonts w:ascii="Arial" w:hAnsi="Arial" w:cs="Arial"/>
          <w:b/>
          <w:bCs/>
          <w:color w:val="000000"/>
          <w:lang w:val="en-GB"/>
        </w:rPr>
      </w:pPr>
      <w:r>
        <w:rPr>
          <w:rFonts w:ascii="Arial" w:hAnsi="Arial" w:cs="Arial"/>
          <w:b/>
          <w:bCs/>
          <w:color w:val="000000"/>
          <w:lang w:val="en-GB"/>
        </w:rPr>
        <w:t xml:space="preserve"> </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First of all, I’ll describe how the place you’ll live the next six months is. </w:t>
      </w:r>
    </w:p>
    <w:p w:rsidR="00800829" w:rsidRDefault="00800829" w:rsidP="007D4238">
      <w:pPr>
        <w:autoSpaceDE w:val="0"/>
        <w:autoSpaceDN w:val="0"/>
        <w:adjustRightInd w:val="0"/>
        <w:jc w:val="both"/>
        <w:rPr>
          <w:rFonts w:ascii="Arial" w:hAnsi="Arial" w:cs="Arial"/>
          <w:b/>
          <w:bCs/>
          <w:color w:val="000000"/>
          <w:lang w:val="en-GB"/>
        </w:rPr>
      </w:pP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The compound is split in three different areas. In the first one are placed the facilities of HQ EUTM.</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The second one takes in the Officers, NCOs and enlisted mess and cafeteria, other leisure facilities and the billet. </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w:t>
      </w: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Finally, the third area is dedicated to training, and includes armouries, firing ranges, etc.</w:t>
      </w:r>
    </w:p>
    <w:p w:rsidR="00800829" w:rsidRDefault="00800829" w:rsidP="007D4238">
      <w:pPr>
        <w:autoSpaceDE w:val="0"/>
        <w:autoSpaceDN w:val="0"/>
        <w:adjustRightInd w:val="0"/>
        <w:jc w:val="both"/>
        <w:rPr>
          <w:rFonts w:ascii="Arial" w:hAnsi="Arial" w:cs="Arial"/>
          <w:b/>
          <w:bCs/>
          <w:color w:val="000000"/>
          <w:lang w:val="en-GB"/>
        </w:rPr>
      </w:pP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As additional information, I have to say that the climate here is very nice and not too much warm, and the job is really worth</w:t>
      </w:r>
    </w:p>
    <w:p w:rsidR="00800829" w:rsidRDefault="00800829" w:rsidP="007D4238">
      <w:pPr>
        <w:autoSpaceDE w:val="0"/>
        <w:autoSpaceDN w:val="0"/>
        <w:adjustRightInd w:val="0"/>
        <w:jc w:val="both"/>
        <w:rPr>
          <w:rFonts w:ascii="Arial" w:hAnsi="Arial" w:cs="Arial"/>
          <w:b/>
          <w:bCs/>
          <w:color w:val="000000"/>
          <w:lang w:val="en-GB"/>
        </w:rPr>
      </w:pPr>
    </w:p>
    <w:p w:rsidR="00800829" w:rsidRDefault="00800829" w:rsidP="007D4238">
      <w:pPr>
        <w:autoSpaceDE w:val="0"/>
        <w:autoSpaceDN w:val="0"/>
        <w:adjustRightInd w:val="0"/>
        <w:jc w:val="both"/>
        <w:rPr>
          <w:rFonts w:ascii="Arial" w:hAnsi="Arial" w:cs="Arial"/>
          <w:b/>
          <w:bCs/>
          <w:color w:val="000000"/>
          <w:lang w:val="en-GB"/>
        </w:rPr>
      </w:pPr>
      <w:r>
        <w:rPr>
          <w:rFonts w:ascii="Arial" w:hAnsi="Arial" w:cs="Arial"/>
          <w:b/>
          <w:bCs/>
          <w:color w:val="000000"/>
          <w:lang w:val="en-GB"/>
        </w:rPr>
        <w:t xml:space="preserve">   Well, my spare time is running out. The next time I’ll tell you more about the life here.</w:t>
      </w:r>
    </w:p>
    <w:p w:rsidR="00800829" w:rsidRPr="007D4238" w:rsidRDefault="00800829" w:rsidP="007D4238">
      <w:pPr>
        <w:autoSpaceDE w:val="0"/>
        <w:autoSpaceDN w:val="0"/>
        <w:adjustRightInd w:val="0"/>
        <w:jc w:val="both"/>
        <w:rPr>
          <w:rFonts w:ascii="Arial" w:hAnsi="Arial" w:cs="Arial"/>
          <w:b/>
          <w:bCs/>
          <w:color w:val="000000"/>
          <w:lang w:val="en-GB"/>
        </w:rPr>
      </w:pPr>
    </w:p>
    <w:p w:rsidR="00800829" w:rsidRDefault="00800829" w:rsidP="00D029C6">
      <w:pPr>
        <w:autoSpaceDE w:val="0"/>
        <w:autoSpaceDN w:val="0"/>
        <w:adjustRightInd w:val="0"/>
        <w:ind w:firstLine="708"/>
        <w:jc w:val="both"/>
        <w:rPr>
          <w:rFonts w:ascii="Arial" w:hAnsi="Arial" w:cs="Arial"/>
          <w:b/>
          <w:bCs/>
          <w:color w:val="000000"/>
        </w:rPr>
      </w:pPr>
      <w:r w:rsidRPr="007D4238">
        <w:rPr>
          <w:rFonts w:ascii="Arial" w:hAnsi="Arial" w:cs="Arial"/>
          <w:b/>
          <w:bCs/>
          <w:color w:val="000000"/>
          <w:lang w:val="en-GB"/>
        </w:rPr>
        <w:t>Sincerely yours</w:t>
      </w:r>
    </w:p>
    <w:p w:rsidR="00800829" w:rsidRDefault="00800829" w:rsidP="00D029C6">
      <w:pPr>
        <w:autoSpaceDE w:val="0"/>
        <w:autoSpaceDN w:val="0"/>
        <w:adjustRightInd w:val="0"/>
        <w:ind w:firstLine="708"/>
        <w:jc w:val="both"/>
        <w:rPr>
          <w:rFonts w:ascii="Arial" w:hAnsi="Arial" w:cs="Arial"/>
          <w:b/>
          <w:bCs/>
          <w:color w:val="000000"/>
        </w:rPr>
      </w:pPr>
      <w:r>
        <w:rPr>
          <w:rFonts w:ascii="Arial" w:hAnsi="Arial" w:cs="Arial"/>
          <w:b/>
          <w:bCs/>
          <w:color w:val="000000"/>
        </w:rPr>
        <w:t xml:space="preserve"> </w:t>
      </w:r>
    </w:p>
    <w:p w:rsidR="00800829" w:rsidRPr="007D4238" w:rsidRDefault="00800829" w:rsidP="00D029C6">
      <w:pPr>
        <w:autoSpaceDE w:val="0"/>
        <w:autoSpaceDN w:val="0"/>
        <w:adjustRightInd w:val="0"/>
        <w:ind w:firstLine="708"/>
        <w:jc w:val="both"/>
        <w:rPr>
          <w:rFonts w:ascii="Arial" w:hAnsi="Arial" w:cs="Arial"/>
          <w:b/>
          <w:bCs/>
          <w:color w:val="000000"/>
        </w:rPr>
      </w:pPr>
      <w:r>
        <w:rPr>
          <w:rFonts w:ascii="Arial" w:hAnsi="Arial" w:cs="Arial"/>
          <w:b/>
          <w:bCs/>
          <w:color w:val="000000"/>
        </w:rPr>
        <w:t xml:space="preserve">                              Lt. Martínez</w:t>
      </w:r>
    </w:p>
    <w:p w:rsidR="00800829" w:rsidRPr="007D4238" w:rsidRDefault="00800829" w:rsidP="00D029C6">
      <w:pPr>
        <w:autoSpaceDE w:val="0"/>
        <w:autoSpaceDN w:val="0"/>
        <w:adjustRightInd w:val="0"/>
        <w:ind w:firstLine="708"/>
        <w:jc w:val="both"/>
        <w:rPr>
          <w:rFonts w:ascii="Arial" w:hAnsi="Arial" w:cs="Arial"/>
          <w:b/>
          <w:bCs/>
          <w:color w:val="000000"/>
        </w:rPr>
      </w:pPr>
      <w:r w:rsidRPr="007D4238">
        <w:rPr>
          <w:rFonts w:ascii="Arial" w:hAnsi="Arial" w:cs="Arial"/>
          <w:b/>
          <w:bCs/>
          <w:color w:val="000000"/>
        </w:rPr>
        <w:t xml:space="preserve">                                   </w:t>
      </w: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Pr="007D4238" w:rsidRDefault="00800829" w:rsidP="00D029C6">
      <w:pPr>
        <w:autoSpaceDE w:val="0"/>
        <w:autoSpaceDN w:val="0"/>
        <w:adjustRightInd w:val="0"/>
        <w:jc w:val="both"/>
        <w:rPr>
          <w:rFonts w:ascii="Arial" w:hAnsi="Arial" w:cs="Arial"/>
          <w:b/>
          <w:bCs/>
          <w:color w:val="000000"/>
        </w:rPr>
      </w:pPr>
    </w:p>
    <w:p w:rsidR="00800829" w:rsidRPr="007D4238" w:rsidRDefault="00800829" w:rsidP="00D029C6">
      <w:pPr>
        <w:autoSpaceDE w:val="0"/>
        <w:autoSpaceDN w:val="0"/>
        <w:adjustRightInd w:val="0"/>
        <w:jc w:val="both"/>
        <w:rPr>
          <w:rFonts w:ascii="Arial" w:hAnsi="Arial" w:cs="Arial"/>
          <w:color w:val="000000"/>
        </w:rPr>
      </w:pPr>
    </w:p>
    <w:p w:rsidR="00800829" w:rsidRDefault="00800829" w:rsidP="00D029C6">
      <w:pPr>
        <w:autoSpaceDE w:val="0"/>
        <w:autoSpaceDN w:val="0"/>
        <w:adjustRightInd w:val="0"/>
        <w:jc w:val="both"/>
        <w:rPr>
          <w:rFonts w:ascii="Arial" w:hAnsi="Arial" w:cs="Arial"/>
          <w:b/>
          <w:bCs/>
          <w:color w:val="000000"/>
        </w:rPr>
      </w:pPr>
      <w:r w:rsidRPr="00D029C6">
        <w:rPr>
          <w:rFonts w:ascii="Arial" w:hAnsi="Arial" w:cs="Arial"/>
          <w:b/>
          <w:bCs/>
          <w:color w:val="000000"/>
        </w:rPr>
        <w:t xml:space="preserve">TAREA 2: Escriba una breve carta a un antiguo jefe que tuvo en Estrasburgo describiéndole a un compañero que tiene ahora en Kampala (Cpt. Smith) y que fue subordinado del primero hace muchos años. </w:t>
      </w: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Pr="007D4238" w:rsidRDefault="00800829" w:rsidP="00D029C6">
      <w:pPr>
        <w:autoSpaceDE w:val="0"/>
        <w:autoSpaceDN w:val="0"/>
        <w:adjustRightInd w:val="0"/>
        <w:jc w:val="both"/>
        <w:rPr>
          <w:rFonts w:ascii="Arial" w:hAnsi="Arial" w:cs="Arial"/>
          <w:b/>
          <w:bCs/>
          <w:color w:val="000000"/>
          <w:lang w:val="en-GB"/>
        </w:rPr>
      </w:pPr>
    </w:p>
    <w:p w:rsidR="00800829" w:rsidRPr="007D4238" w:rsidRDefault="00800829" w:rsidP="007D4238">
      <w:pPr>
        <w:autoSpaceDE w:val="0"/>
        <w:autoSpaceDN w:val="0"/>
        <w:adjustRightInd w:val="0"/>
        <w:rPr>
          <w:rFonts w:ascii="Arial" w:hAnsi="Arial" w:cs="Arial"/>
          <w:b/>
          <w:bCs/>
          <w:lang w:val="pt-BR"/>
        </w:rPr>
      </w:pPr>
      <w:smartTag w:uri="urn:schemas-microsoft-com:office:smarttags" w:element="place">
        <w:smartTag w:uri="urn:schemas-microsoft-com:office:smarttags" w:element="State">
          <w:r w:rsidRPr="007D4238">
            <w:rPr>
              <w:rFonts w:ascii="Arial" w:hAnsi="Arial" w:cs="Arial"/>
              <w:b/>
              <w:bCs/>
              <w:lang w:val="en-GB"/>
            </w:rPr>
            <w:t>Col</w:t>
          </w:r>
        </w:smartTag>
      </w:smartTag>
      <w:r w:rsidRPr="007D4238">
        <w:rPr>
          <w:rFonts w:ascii="Arial" w:hAnsi="Arial" w:cs="Arial"/>
          <w:b/>
          <w:bCs/>
          <w:lang w:val="pt-BR"/>
        </w:rPr>
        <w:t xml:space="preserve"> Wolfgang</w:t>
      </w:r>
      <w:r w:rsidRPr="007D4238">
        <w:rPr>
          <w:rFonts w:ascii="Arial" w:hAnsi="Arial" w:cs="Arial"/>
          <w:b/>
          <w:bCs/>
          <w:lang w:val="en-GB"/>
        </w:rPr>
        <w:t xml:space="preserve"> Fitz</w:t>
      </w:r>
    </w:p>
    <w:p w:rsidR="00800829" w:rsidRPr="007D4238" w:rsidRDefault="00800829" w:rsidP="007D4238">
      <w:pPr>
        <w:autoSpaceDE w:val="0"/>
        <w:autoSpaceDN w:val="0"/>
        <w:adjustRightInd w:val="0"/>
        <w:rPr>
          <w:rFonts w:ascii="Arial" w:hAnsi="Arial" w:cs="Arial"/>
          <w:b/>
          <w:bCs/>
          <w:lang w:val="pt-BR"/>
        </w:rPr>
      </w:pPr>
      <w:r w:rsidRPr="007D4238">
        <w:rPr>
          <w:rFonts w:ascii="Arial" w:hAnsi="Arial" w:cs="Arial"/>
          <w:b/>
          <w:bCs/>
          <w:lang w:val="pt-BR"/>
        </w:rPr>
        <w:t>ACOS G-7</w:t>
      </w:r>
    </w:p>
    <w:p w:rsidR="00800829" w:rsidRPr="007D4238" w:rsidRDefault="00800829" w:rsidP="007D4238">
      <w:pPr>
        <w:autoSpaceDE w:val="0"/>
        <w:autoSpaceDN w:val="0"/>
        <w:adjustRightInd w:val="0"/>
        <w:rPr>
          <w:rFonts w:ascii="Arial" w:hAnsi="Arial" w:cs="Arial"/>
          <w:lang w:val="pt-BR"/>
        </w:rPr>
      </w:pPr>
      <w:r w:rsidRPr="007D4238">
        <w:rPr>
          <w:rFonts w:ascii="Arial" w:hAnsi="Arial" w:cs="Arial"/>
          <w:lang w:val="pt-BR"/>
        </w:rPr>
        <w:t>HQ EUROCORPS</w:t>
      </w:r>
      <w:r w:rsidRPr="007D4238">
        <w:rPr>
          <w:rFonts w:ascii="Arial" w:hAnsi="Arial" w:cs="Arial"/>
          <w:lang w:val="en-GB"/>
        </w:rPr>
        <w:br/>
        <w:t>Quartier</w:t>
      </w:r>
      <w:r w:rsidRPr="007D4238">
        <w:rPr>
          <w:rFonts w:ascii="Arial" w:hAnsi="Arial" w:cs="Arial"/>
          <w:lang w:val="pt-BR"/>
        </w:rPr>
        <w:t xml:space="preserve"> Aubert de Vincelles</w:t>
      </w:r>
      <w:r w:rsidRPr="007D4238">
        <w:rPr>
          <w:rFonts w:ascii="Arial" w:hAnsi="Arial" w:cs="Arial"/>
          <w:lang w:val="pt-BR"/>
        </w:rPr>
        <w:br/>
        <w:t>Rue du Corps Européen</w:t>
      </w:r>
      <w:r w:rsidRPr="007D4238">
        <w:rPr>
          <w:rFonts w:ascii="Arial" w:hAnsi="Arial" w:cs="Arial"/>
          <w:lang w:val="pt-BR"/>
        </w:rPr>
        <w:br/>
        <w:t>BP 70082</w:t>
      </w:r>
      <w:r w:rsidRPr="007D4238">
        <w:rPr>
          <w:rFonts w:ascii="Arial" w:hAnsi="Arial" w:cs="Arial"/>
          <w:lang w:val="pt-BR"/>
        </w:rPr>
        <w:br/>
        <w:t>F-67020 STRASBOURG</w:t>
      </w:r>
    </w:p>
    <w:p w:rsidR="00800829" w:rsidRPr="007D4238" w:rsidRDefault="00800829" w:rsidP="007D4238">
      <w:pPr>
        <w:autoSpaceDE w:val="0"/>
        <w:autoSpaceDN w:val="0"/>
        <w:adjustRightInd w:val="0"/>
        <w:rPr>
          <w:rFonts w:ascii="Arial" w:hAnsi="Arial" w:cs="Arial"/>
          <w:lang w:val="pt-BR"/>
        </w:rPr>
      </w:pPr>
    </w:p>
    <w:p w:rsidR="00800829" w:rsidRPr="007D4238" w:rsidRDefault="00800829" w:rsidP="007D4238">
      <w:pPr>
        <w:autoSpaceDE w:val="0"/>
        <w:autoSpaceDN w:val="0"/>
        <w:adjustRightInd w:val="0"/>
        <w:rPr>
          <w:rFonts w:ascii="Arial" w:hAnsi="Arial" w:cs="Arial"/>
          <w:b/>
          <w:bCs/>
          <w:color w:val="FF0000"/>
          <w:lang w:val="pt-BR"/>
        </w:rPr>
      </w:pPr>
      <w:r w:rsidRPr="007D4238">
        <w:rPr>
          <w:rFonts w:ascii="Arial" w:hAnsi="Arial" w:cs="Arial"/>
          <w:lang w:val="pt-BR"/>
        </w:rPr>
        <w:t xml:space="preserve">                                                                            Kampala, 27</w:t>
      </w:r>
      <w:r w:rsidRPr="007D4238">
        <w:rPr>
          <w:rFonts w:ascii="Arial" w:hAnsi="Arial" w:cs="Arial"/>
          <w:lang w:val="en-GB"/>
        </w:rPr>
        <w:t xml:space="preserve"> September</w:t>
      </w:r>
      <w:r w:rsidRPr="007D4238">
        <w:rPr>
          <w:rFonts w:ascii="Arial" w:hAnsi="Arial" w:cs="Arial"/>
          <w:lang w:val="pt-BR"/>
        </w:rPr>
        <w:t xml:space="preserve"> 2011</w:t>
      </w:r>
    </w:p>
    <w:p w:rsidR="00800829" w:rsidRDefault="00800829" w:rsidP="00D029C6">
      <w:pPr>
        <w:autoSpaceDE w:val="0"/>
        <w:autoSpaceDN w:val="0"/>
        <w:adjustRightInd w:val="0"/>
        <w:jc w:val="both"/>
        <w:rPr>
          <w:rFonts w:ascii="Arial" w:hAnsi="Arial" w:cs="Arial"/>
          <w:color w:val="000000"/>
          <w:lang w:val="pt-BR"/>
        </w:rPr>
      </w:pPr>
    </w:p>
    <w:p w:rsidR="00800829" w:rsidRDefault="00800829" w:rsidP="00D029C6">
      <w:pPr>
        <w:autoSpaceDE w:val="0"/>
        <w:autoSpaceDN w:val="0"/>
        <w:adjustRightInd w:val="0"/>
        <w:jc w:val="both"/>
        <w:rPr>
          <w:rFonts w:ascii="Arial" w:hAnsi="Arial" w:cs="Arial"/>
          <w:color w:val="000000"/>
          <w:lang w:val="pt-BR"/>
        </w:rPr>
      </w:pPr>
    </w:p>
    <w:p w:rsidR="00800829" w:rsidRDefault="00800829" w:rsidP="00D029C6">
      <w:pPr>
        <w:autoSpaceDE w:val="0"/>
        <w:autoSpaceDN w:val="0"/>
        <w:adjustRightInd w:val="0"/>
        <w:jc w:val="both"/>
        <w:rPr>
          <w:rFonts w:ascii="Arial" w:hAnsi="Arial" w:cs="Arial"/>
          <w:color w:val="000000"/>
          <w:lang w:val="pt-BR"/>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Sir,</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7D4238">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I hope you and your family are very well and that G-7 Branch, where so good moments I’ve passed in spite of the very demanding work in the last times, go on collecting results as successful as we are used to. </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I get in touch with you few days weeks after leaving </w:t>
      </w:r>
      <w:smartTag w:uri="urn:schemas-microsoft-com:office:smarttags" w:element="City">
        <w:r w:rsidRPr="007D4238">
          <w:rPr>
            <w:rFonts w:ascii="Arial" w:hAnsi="Arial" w:cs="Arial"/>
            <w:color w:val="000000"/>
            <w:lang w:val="en-GB"/>
          </w:rPr>
          <w:t>Strasbourg</w:t>
        </w:r>
      </w:smartTag>
      <w:r w:rsidRPr="007D4238">
        <w:rPr>
          <w:rFonts w:ascii="Arial" w:hAnsi="Arial" w:cs="Arial"/>
          <w:color w:val="000000"/>
          <w:lang w:val="en-GB"/>
        </w:rPr>
        <w:t xml:space="preserve"> and once I have taken over my responsibilities as new platoon commander. I’m posted in the 3</w:t>
      </w:r>
      <w:r w:rsidRPr="007D4238">
        <w:rPr>
          <w:rFonts w:ascii="Arial" w:hAnsi="Arial" w:cs="Arial"/>
          <w:color w:val="000000"/>
          <w:vertAlign w:val="superscript"/>
          <w:lang w:val="en-GB"/>
        </w:rPr>
        <w:t>rd</w:t>
      </w:r>
      <w:r w:rsidRPr="007D4238">
        <w:rPr>
          <w:rFonts w:ascii="Arial" w:hAnsi="Arial" w:cs="Arial"/>
          <w:color w:val="000000"/>
          <w:lang w:val="en-GB"/>
        </w:rPr>
        <w:t xml:space="preserve"> Platoon, B Company which is commanded by Cap. Smith (British Army). </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It was a nice surprise when, talking to this officer, your name came up, because John served with you seven years ago  in the NRDC SP when you were a Captain and he was a rookie lieutenant. </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Maybe you can remember him. He’s not very tall, red-haired and well-built (he’s a keen sportsman). He’s a really nice person, trustfully and a tireless hard-worker. Cap. Smith (as I do) has very enjoyable reminds of the time he spent beside you and has asked me to send you his best regards.</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I look forward to hearing of you very soon</w:t>
      </w:r>
    </w:p>
    <w:p w:rsidR="00800829" w:rsidRPr="007D4238"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Sincerely yours        </w:t>
      </w:r>
    </w:p>
    <w:p w:rsidR="00800829" w:rsidRPr="007D4238" w:rsidRDefault="00800829" w:rsidP="00D029C6">
      <w:pPr>
        <w:autoSpaceDE w:val="0"/>
        <w:autoSpaceDN w:val="0"/>
        <w:adjustRightInd w:val="0"/>
        <w:jc w:val="both"/>
        <w:rPr>
          <w:rFonts w:ascii="Arial" w:hAnsi="Arial" w:cs="Arial"/>
          <w:color w:val="000000"/>
          <w:lang w:val="en-GB"/>
        </w:rPr>
      </w:pPr>
      <w:r w:rsidRPr="007D4238">
        <w:rPr>
          <w:rFonts w:ascii="Arial" w:hAnsi="Arial" w:cs="Arial"/>
          <w:color w:val="000000"/>
          <w:lang w:val="en-GB"/>
        </w:rPr>
        <w:t xml:space="preserve">                                 Lt. Martinez</w:t>
      </w:r>
    </w:p>
    <w:p w:rsidR="00800829" w:rsidRPr="007D4238" w:rsidRDefault="00800829" w:rsidP="00D029C6">
      <w:pPr>
        <w:autoSpaceDE w:val="0"/>
        <w:autoSpaceDN w:val="0"/>
        <w:adjustRightInd w:val="0"/>
        <w:jc w:val="both"/>
        <w:rPr>
          <w:rFonts w:ascii="Arial" w:hAnsi="Arial" w:cs="Arial"/>
          <w:color w:val="000000"/>
          <w:lang w:val="en-GB"/>
        </w:rPr>
      </w:pPr>
      <w:r>
        <w:rPr>
          <w:rFonts w:ascii="Arial" w:hAnsi="Arial" w:cs="Arial"/>
          <w:color w:val="000000"/>
          <w:lang w:val="en-GB"/>
        </w:rPr>
        <w:t xml:space="preserve">                                                           </w:t>
      </w: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color w:val="000000"/>
          <w:lang w:val="en-GB"/>
        </w:rPr>
      </w:pPr>
    </w:p>
    <w:p w:rsidR="00800829" w:rsidRPr="007D4238" w:rsidRDefault="00800829" w:rsidP="00D029C6">
      <w:pPr>
        <w:autoSpaceDE w:val="0"/>
        <w:autoSpaceDN w:val="0"/>
        <w:adjustRightInd w:val="0"/>
        <w:jc w:val="both"/>
        <w:rPr>
          <w:rFonts w:ascii="Arial" w:hAnsi="Arial" w:cs="Arial"/>
          <w:color w:val="000000"/>
          <w:lang w:val="en-GB"/>
        </w:rPr>
      </w:pPr>
    </w:p>
    <w:p w:rsidR="00800829" w:rsidRDefault="00800829" w:rsidP="00D029C6">
      <w:pPr>
        <w:autoSpaceDE w:val="0"/>
        <w:autoSpaceDN w:val="0"/>
        <w:adjustRightInd w:val="0"/>
        <w:jc w:val="both"/>
        <w:rPr>
          <w:rFonts w:ascii="Arial" w:hAnsi="Arial" w:cs="Arial"/>
          <w:b/>
          <w:bCs/>
          <w:color w:val="000000"/>
        </w:rPr>
      </w:pPr>
      <w:r w:rsidRPr="00D029C6">
        <w:rPr>
          <w:rFonts w:ascii="Arial" w:hAnsi="Arial" w:cs="Arial"/>
          <w:b/>
          <w:bCs/>
          <w:color w:val="000000"/>
        </w:rPr>
        <w:t>TAREA 3: El embajador de España de la zona realiza una visita al campamento. Escriba una carta a un compañero de trabajo con el que siempre intenta hablar en inglés, narrándole cómo transcurrió el acto de bienvenida al embajador, y mencionando un suceso gracioso o curioso que ocurrió durante el mismo.</w:t>
      </w: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Default="00800829" w:rsidP="00D029C6">
      <w:pPr>
        <w:autoSpaceDE w:val="0"/>
        <w:autoSpaceDN w:val="0"/>
        <w:adjustRightInd w:val="0"/>
        <w:jc w:val="both"/>
        <w:rPr>
          <w:rFonts w:ascii="Arial" w:hAnsi="Arial" w:cs="Arial"/>
          <w:b/>
          <w:bCs/>
          <w:color w:val="000000"/>
        </w:rPr>
      </w:pPr>
    </w:p>
    <w:p w:rsidR="00800829" w:rsidRPr="007D4238" w:rsidRDefault="00800829" w:rsidP="00D029C6">
      <w:pPr>
        <w:autoSpaceDE w:val="0"/>
        <w:autoSpaceDN w:val="0"/>
        <w:adjustRightInd w:val="0"/>
        <w:jc w:val="both"/>
        <w:rPr>
          <w:rFonts w:ascii="Arial" w:hAnsi="Arial" w:cs="Arial"/>
          <w:bCs/>
          <w:color w:val="000000"/>
        </w:rPr>
      </w:pPr>
      <w:r w:rsidRPr="007D4238">
        <w:rPr>
          <w:rFonts w:ascii="Arial" w:hAnsi="Arial" w:cs="Arial"/>
          <w:bCs/>
          <w:color w:val="000000"/>
        </w:rPr>
        <w:t>Mj. Antonio  Rodríguez</w:t>
      </w:r>
    </w:p>
    <w:p w:rsidR="00800829" w:rsidRPr="007D4238" w:rsidRDefault="00800829" w:rsidP="00D029C6">
      <w:pPr>
        <w:autoSpaceDE w:val="0"/>
        <w:autoSpaceDN w:val="0"/>
        <w:adjustRightInd w:val="0"/>
        <w:jc w:val="both"/>
        <w:rPr>
          <w:rFonts w:ascii="Arial" w:hAnsi="Arial" w:cs="Arial"/>
          <w:bCs/>
          <w:color w:val="000000"/>
        </w:rPr>
      </w:pPr>
      <w:r w:rsidRPr="007D4238">
        <w:rPr>
          <w:rFonts w:ascii="Arial" w:hAnsi="Arial" w:cs="Arial"/>
          <w:bCs/>
          <w:color w:val="000000"/>
        </w:rPr>
        <w:t>RACA 20</w:t>
      </w:r>
    </w:p>
    <w:p w:rsidR="00800829" w:rsidRPr="007D4238" w:rsidRDefault="00800829" w:rsidP="00D029C6">
      <w:pPr>
        <w:autoSpaceDE w:val="0"/>
        <w:autoSpaceDN w:val="0"/>
        <w:adjustRightInd w:val="0"/>
        <w:jc w:val="both"/>
        <w:rPr>
          <w:rFonts w:ascii="Arial" w:hAnsi="Arial" w:cs="Arial"/>
          <w:bCs/>
          <w:color w:val="000000"/>
        </w:rPr>
      </w:pPr>
      <w:r w:rsidRPr="007D4238">
        <w:rPr>
          <w:rFonts w:ascii="Arial" w:hAnsi="Arial" w:cs="Arial"/>
          <w:bCs/>
          <w:color w:val="000000"/>
        </w:rPr>
        <w:t>Ctra. De Huesca s/n</w:t>
      </w:r>
    </w:p>
    <w:p w:rsidR="00800829" w:rsidRPr="007D4238" w:rsidRDefault="00800829" w:rsidP="00D029C6">
      <w:pPr>
        <w:autoSpaceDE w:val="0"/>
        <w:autoSpaceDN w:val="0"/>
        <w:adjustRightInd w:val="0"/>
        <w:jc w:val="both"/>
        <w:rPr>
          <w:rFonts w:ascii="Arial" w:hAnsi="Arial" w:cs="Arial"/>
          <w:bCs/>
          <w:color w:val="000000"/>
        </w:rPr>
      </w:pPr>
      <w:r w:rsidRPr="007D4238">
        <w:rPr>
          <w:rFonts w:ascii="Arial" w:hAnsi="Arial" w:cs="Arial"/>
          <w:bCs/>
          <w:color w:val="000000"/>
        </w:rPr>
        <w:t>50071 ZARAGOZA</w:t>
      </w:r>
    </w:p>
    <w:p w:rsidR="00800829" w:rsidRPr="007D4238" w:rsidRDefault="00800829" w:rsidP="00D029C6">
      <w:pPr>
        <w:autoSpaceDE w:val="0"/>
        <w:autoSpaceDN w:val="0"/>
        <w:adjustRightInd w:val="0"/>
        <w:jc w:val="both"/>
        <w:rPr>
          <w:rFonts w:ascii="Arial" w:hAnsi="Arial" w:cs="Arial"/>
          <w:bCs/>
          <w:color w:val="000000"/>
        </w:rPr>
      </w:pPr>
    </w:p>
    <w:p w:rsidR="00800829" w:rsidRPr="007D4238" w:rsidRDefault="00800829" w:rsidP="007D4238">
      <w:pPr>
        <w:autoSpaceDE w:val="0"/>
        <w:autoSpaceDN w:val="0"/>
        <w:adjustRightInd w:val="0"/>
        <w:jc w:val="both"/>
        <w:rPr>
          <w:rFonts w:ascii="Arial" w:hAnsi="Arial" w:cs="Arial"/>
          <w:bCs/>
          <w:color w:val="FF0000"/>
          <w:lang w:val="en-GB"/>
        </w:rPr>
      </w:pPr>
      <w:r w:rsidRPr="007D4238">
        <w:rPr>
          <w:rFonts w:ascii="Arial" w:hAnsi="Arial" w:cs="Arial"/>
          <w:bCs/>
          <w:color w:val="000000"/>
          <w:lang w:val="en-GB"/>
        </w:rPr>
        <w:t xml:space="preserve">                                                                            Marjayoun, 14 October 2010</w:t>
      </w:r>
      <w:r w:rsidRPr="007D4238">
        <w:rPr>
          <w:rFonts w:ascii="Arial" w:hAnsi="Arial" w:cs="Arial"/>
          <w:bCs/>
          <w:color w:val="FF0000"/>
          <w:lang w:val="en-GB"/>
        </w:rPr>
        <w:t> </w:t>
      </w:r>
    </w:p>
    <w:p w:rsidR="00800829" w:rsidRPr="007D4238" w:rsidRDefault="00800829" w:rsidP="007D4238">
      <w:pPr>
        <w:autoSpaceDE w:val="0"/>
        <w:autoSpaceDN w:val="0"/>
        <w:adjustRightInd w:val="0"/>
        <w:jc w:val="both"/>
        <w:rPr>
          <w:rFonts w:ascii="Arial" w:hAnsi="Arial" w:cs="Arial"/>
          <w:bCs/>
          <w:color w:val="FF0000"/>
          <w:lang w:val="en-GB"/>
        </w:rPr>
      </w:pPr>
    </w:p>
    <w:p w:rsidR="00800829" w:rsidRPr="007D4238" w:rsidRDefault="00800829" w:rsidP="007D4238">
      <w:pPr>
        <w:autoSpaceDE w:val="0"/>
        <w:autoSpaceDN w:val="0"/>
        <w:adjustRightInd w:val="0"/>
        <w:jc w:val="both"/>
        <w:rPr>
          <w:rFonts w:ascii="Arial" w:hAnsi="Arial" w:cs="Arial"/>
          <w:bCs/>
          <w:color w:val="FF0000"/>
          <w:lang w:val="en-GB"/>
        </w:rPr>
      </w:pPr>
    </w:p>
    <w:p w:rsidR="00800829" w:rsidRPr="007D4238" w:rsidRDefault="00800829" w:rsidP="007D4238">
      <w:pPr>
        <w:autoSpaceDE w:val="0"/>
        <w:autoSpaceDN w:val="0"/>
        <w:adjustRightInd w:val="0"/>
        <w:jc w:val="both"/>
        <w:rPr>
          <w:rFonts w:ascii="Arial" w:hAnsi="Arial" w:cs="Arial"/>
          <w:bCs/>
          <w:color w:val="FF0000"/>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Dear Tony,</w:t>
      </w:r>
    </w:p>
    <w:p w:rsidR="00800829" w:rsidRPr="007D4238" w:rsidRDefault="00800829" w:rsidP="007D4238">
      <w:pPr>
        <w:autoSpaceDE w:val="0"/>
        <w:autoSpaceDN w:val="0"/>
        <w:adjustRightInd w:val="0"/>
        <w:jc w:val="both"/>
        <w:rPr>
          <w:rFonts w:ascii="Arial" w:hAnsi="Arial" w:cs="Arial"/>
          <w:bCs/>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 xml:space="preserve">First of all, I hope you and your family are really well. For me, as you can suppose, this days are a bit sour here in </w:t>
      </w:r>
      <w:smartTag w:uri="urn:schemas-microsoft-com:office:smarttags" w:element="City">
        <w:r w:rsidRPr="007D4238">
          <w:rPr>
            <w:rFonts w:ascii="Arial" w:hAnsi="Arial" w:cs="Arial"/>
            <w:bCs/>
            <w:lang w:val="en-GB"/>
          </w:rPr>
          <w:t>Lebanon</w:t>
        </w:r>
      </w:smartTag>
      <w:r w:rsidRPr="007D4238">
        <w:rPr>
          <w:rFonts w:ascii="Arial" w:hAnsi="Arial" w:cs="Arial"/>
          <w:bCs/>
          <w:lang w:val="en-GB"/>
        </w:rPr>
        <w:t xml:space="preserve">, far away from </w:t>
      </w:r>
      <w:smartTag w:uri="urn:schemas-microsoft-com:office:smarttags" w:element="City">
        <w:r w:rsidRPr="007D4238">
          <w:rPr>
            <w:rFonts w:ascii="Arial" w:hAnsi="Arial" w:cs="Arial"/>
            <w:bCs/>
            <w:lang w:val="en-GB"/>
          </w:rPr>
          <w:t>Zaragoza</w:t>
        </w:r>
      </w:smartTag>
      <w:r w:rsidRPr="007D4238">
        <w:rPr>
          <w:rFonts w:ascii="Arial" w:hAnsi="Arial" w:cs="Arial"/>
          <w:bCs/>
          <w:lang w:val="en-GB"/>
        </w:rPr>
        <w:t xml:space="preserve"> during the Pilar festivities.</w:t>
      </w:r>
    </w:p>
    <w:p w:rsidR="00800829" w:rsidRPr="007D4238" w:rsidRDefault="00800829" w:rsidP="007D4238">
      <w:pPr>
        <w:autoSpaceDE w:val="0"/>
        <w:autoSpaceDN w:val="0"/>
        <w:adjustRightInd w:val="0"/>
        <w:jc w:val="both"/>
        <w:rPr>
          <w:rFonts w:ascii="Arial" w:hAnsi="Arial" w:cs="Arial"/>
          <w:bCs/>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 xml:space="preserve">However, something happened two days ago that brought some humour to this compound. A military parade was carried out for commemorating the Spanish National Day.  The Spanish ambassador came from </w:t>
      </w:r>
      <w:smartTag w:uri="urn:schemas-microsoft-com:office:smarttags" w:element="City">
        <w:r w:rsidRPr="007D4238">
          <w:rPr>
            <w:rFonts w:ascii="Arial" w:hAnsi="Arial" w:cs="Arial"/>
            <w:bCs/>
            <w:lang w:val="en-GB"/>
          </w:rPr>
          <w:t>Beirut</w:t>
        </w:r>
      </w:smartTag>
      <w:r w:rsidRPr="007D4238">
        <w:rPr>
          <w:rFonts w:ascii="Arial" w:hAnsi="Arial" w:cs="Arial"/>
          <w:bCs/>
          <w:lang w:val="en-GB"/>
        </w:rPr>
        <w:t xml:space="preserve"> for attending the ceremony. </w:t>
      </w:r>
    </w:p>
    <w:p w:rsidR="00800829" w:rsidRPr="007D4238" w:rsidRDefault="00800829" w:rsidP="007D4238">
      <w:pPr>
        <w:autoSpaceDE w:val="0"/>
        <w:autoSpaceDN w:val="0"/>
        <w:adjustRightInd w:val="0"/>
        <w:jc w:val="both"/>
        <w:rPr>
          <w:rFonts w:ascii="Arial" w:hAnsi="Arial" w:cs="Arial"/>
          <w:bCs/>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After inspecting the troops and when the ambassador and our General was going to take their places for presiding the acts, the NCO belonging to the PIO team took off his blue beret and, getting a “cachirulo” out of his pocket, put it on just in front of the Chief.  In the early moments nobody was aware about what was happened, but when the Commander realized the fact, his colour changed to red. At the same time, all people at the stands started to laugh.</w:t>
      </w:r>
    </w:p>
    <w:p w:rsidR="00800829" w:rsidRPr="007D4238" w:rsidRDefault="00800829" w:rsidP="007D4238">
      <w:pPr>
        <w:autoSpaceDE w:val="0"/>
        <w:autoSpaceDN w:val="0"/>
        <w:adjustRightInd w:val="0"/>
        <w:jc w:val="both"/>
        <w:rPr>
          <w:rFonts w:ascii="Arial" w:hAnsi="Arial" w:cs="Arial"/>
          <w:bCs/>
          <w:lang w:val="en-GB"/>
        </w:rPr>
      </w:pPr>
    </w:p>
    <w:p w:rsidR="00800829" w:rsidRPr="007D4238"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The ambassador, realizing that the situation was becoming very tense, got the cachirulo from the head of the NCO and adjusted it on his own head and put his hands on his hips. Seeing that, the commander relaxed his expression and also started to smile.</w:t>
      </w:r>
    </w:p>
    <w:p w:rsidR="00800829" w:rsidRPr="007D4238" w:rsidRDefault="00800829" w:rsidP="007D4238">
      <w:pPr>
        <w:autoSpaceDE w:val="0"/>
        <w:autoSpaceDN w:val="0"/>
        <w:adjustRightInd w:val="0"/>
        <w:jc w:val="both"/>
        <w:rPr>
          <w:rFonts w:ascii="Arial" w:hAnsi="Arial" w:cs="Arial"/>
          <w:bCs/>
          <w:lang w:val="en-GB"/>
        </w:rPr>
      </w:pPr>
    </w:p>
    <w:p w:rsidR="00800829" w:rsidRDefault="00800829" w:rsidP="007D4238">
      <w:pPr>
        <w:autoSpaceDE w:val="0"/>
        <w:autoSpaceDN w:val="0"/>
        <w:adjustRightInd w:val="0"/>
        <w:jc w:val="both"/>
        <w:rPr>
          <w:rFonts w:ascii="Arial" w:hAnsi="Arial" w:cs="Arial"/>
          <w:bCs/>
          <w:lang w:val="en-GB"/>
        </w:rPr>
      </w:pPr>
      <w:r w:rsidRPr="007D4238">
        <w:rPr>
          <w:rFonts w:ascii="Arial" w:hAnsi="Arial" w:cs="Arial"/>
          <w:bCs/>
          <w:lang w:val="en-GB"/>
        </w:rPr>
        <w:t>In this way, all turned out a funny episode… and the NCO was saved from being penalized.</w:t>
      </w:r>
    </w:p>
    <w:p w:rsidR="00800829" w:rsidRDefault="00800829" w:rsidP="007D4238">
      <w:pPr>
        <w:autoSpaceDE w:val="0"/>
        <w:autoSpaceDN w:val="0"/>
        <w:adjustRightInd w:val="0"/>
        <w:jc w:val="both"/>
        <w:rPr>
          <w:rFonts w:ascii="Arial" w:hAnsi="Arial" w:cs="Arial"/>
          <w:bCs/>
          <w:lang w:val="en-GB"/>
        </w:rPr>
      </w:pPr>
    </w:p>
    <w:p w:rsidR="00800829" w:rsidRDefault="00800829" w:rsidP="007D4238">
      <w:pPr>
        <w:autoSpaceDE w:val="0"/>
        <w:autoSpaceDN w:val="0"/>
        <w:adjustRightInd w:val="0"/>
        <w:jc w:val="both"/>
        <w:rPr>
          <w:rFonts w:ascii="Arial" w:hAnsi="Arial" w:cs="Arial"/>
          <w:bCs/>
          <w:lang w:val="en-GB"/>
        </w:rPr>
      </w:pPr>
      <w:r>
        <w:rPr>
          <w:rFonts w:ascii="Arial" w:hAnsi="Arial" w:cs="Arial"/>
          <w:bCs/>
          <w:lang w:val="en-GB"/>
        </w:rPr>
        <w:t xml:space="preserve">Well, friend, this is all I’ve to tell you by now. </w:t>
      </w:r>
    </w:p>
    <w:p w:rsidR="00800829" w:rsidRDefault="00800829" w:rsidP="007D4238">
      <w:pPr>
        <w:autoSpaceDE w:val="0"/>
        <w:autoSpaceDN w:val="0"/>
        <w:adjustRightInd w:val="0"/>
        <w:jc w:val="both"/>
        <w:rPr>
          <w:rFonts w:ascii="Arial" w:hAnsi="Arial" w:cs="Arial"/>
          <w:bCs/>
          <w:lang w:val="en-GB"/>
        </w:rPr>
      </w:pPr>
    </w:p>
    <w:p w:rsidR="00800829" w:rsidRDefault="00800829" w:rsidP="007D4238">
      <w:pPr>
        <w:autoSpaceDE w:val="0"/>
        <w:autoSpaceDN w:val="0"/>
        <w:adjustRightInd w:val="0"/>
        <w:jc w:val="both"/>
        <w:rPr>
          <w:rFonts w:ascii="Arial" w:hAnsi="Arial" w:cs="Arial"/>
          <w:bCs/>
          <w:lang w:val="en-GB"/>
        </w:rPr>
      </w:pPr>
      <w:r>
        <w:rPr>
          <w:rFonts w:ascii="Arial" w:hAnsi="Arial" w:cs="Arial"/>
          <w:bCs/>
          <w:lang w:val="en-GB"/>
        </w:rPr>
        <w:t>I expect you to answer me as soon as possible.</w:t>
      </w:r>
    </w:p>
    <w:p w:rsidR="00800829" w:rsidRDefault="00800829" w:rsidP="007D4238">
      <w:pPr>
        <w:autoSpaceDE w:val="0"/>
        <w:autoSpaceDN w:val="0"/>
        <w:adjustRightInd w:val="0"/>
        <w:jc w:val="both"/>
        <w:rPr>
          <w:rFonts w:ascii="Arial" w:hAnsi="Arial" w:cs="Arial"/>
          <w:bCs/>
          <w:lang w:val="en-GB"/>
        </w:rPr>
      </w:pPr>
    </w:p>
    <w:p w:rsidR="00800829" w:rsidRDefault="00800829" w:rsidP="007D4238">
      <w:pPr>
        <w:autoSpaceDE w:val="0"/>
        <w:autoSpaceDN w:val="0"/>
        <w:adjustRightInd w:val="0"/>
        <w:jc w:val="both"/>
        <w:rPr>
          <w:rFonts w:ascii="Arial" w:hAnsi="Arial" w:cs="Arial"/>
          <w:bCs/>
          <w:lang w:val="en-GB"/>
        </w:rPr>
      </w:pPr>
      <w:r>
        <w:rPr>
          <w:rFonts w:ascii="Arial" w:hAnsi="Arial" w:cs="Arial"/>
          <w:bCs/>
          <w:lang w:val="en-GB"/>
        </w:rPr>
        <w:t xml:space="preserve">Sincerely yours </w:t>
      </w:r>
    </w:p>
    <w:p w:rsidR="00800829" w:rsidRPr="007D4238" w:rsidRDefault="00800829" w:rsidP="007D4238">
      <w:pPr>
        <w:autoSpaceDE w:val="0"/>
        <w:autoSpaceDN w:val="0"/>
        <w:adjustRightInd w:val="0"/>
        <w:jc w:val="both"/>
        <w:rPr>
          <w:rFonts w:ascii="Arial" w:hAnsi="Arial" w:cs="Arial"/>
          <w:bCs/>
          <w:lang w:val="en-GB"/>
        </w:rPr>
      </w:pPr>
      <w:r>
        <w:rPr>
          <w:rFonts w:ascii="Arial" w:hAnsi="Arial" w:cs="Arial"/>
          <w:bCs/>
          <w:lang w:val="en-GB"/>
        </w:rPr>
        <w:t xml:space="preserve">                                                  Lt Martinez</w:t>
      </w:r>
    </w:p>
    <w:sectPr w:rsidR="00800829" w:rsidRPr="007D4238" w:rsidSect="009C167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8"/>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29C6"/>
    <w:rsid w:val="00014736"/>
    <w:rsid w:val="0001529D"/>
    <w:rsid w:val="00021B69"/>
    <w:rsid w:val="00044B50"/>
    <w:rsid w:val="00055EF2"/>
    <w:rsid w:val="00096789"/>
    <w:rsid w:val="000A578E"/>
    <w:rsid w:val="000F6D23"/>
    <w:rsid w:val="00152EAD"/>
    <w:rsid w:val="00162F71"/>
    <w:rsid w:val="001645C4"/>
    <w:rsid w:val="00190CB5"/>
    <w:rsid w:val="001D303B"/>
    <w:rsid w:val="001D6C13"/>
    <w:rsid w:val="001D7A76"/>
    <w:rsid w:val="001F4183"/>
    <w:rsid w:val="0020250A"/>
    <w:rsid w:val="002126CD"/>
    <w:rsid w:val="002160D3"/>
    <w:rsid w:val="00231577"/>
    <w:rsid w:val="00240E74"/>
    <w:rsid w:val="0027236B"/>
    <w:rsid w:val="00272793"/>
    <w:rsid w:val="002817A8"/>
    <w:rsid w:val="002B22A7"/>
    <w:rsid w:val="002D53AE"/>
    <w:rsid w:val="00317FE5"/>
    <w:rsid w:val="003208D6"/>
    <w:rsid w:val="0034138C"/>
    <w:rsid w:val="00394A8B"/>
    <w:rsid w:val="003B2CC3"/>
    <w:rsid w:val="003B70D1"/>
    <w:rsid w:val="003B724A"/>
    <w:rsid w:val="003E7F9D"/>
    <w:rsid w:val="003F0142"/>
    <w:rsid w:val="003F254D"/>
    <w:rsid w:val="0041584D"/>
    <w:rsid w:val="004410ED"/>
    <w:rsid w:val="004447E2"/>
    <w:rsid w:val="00476FFD"/>
    <w:rsid w:val="004C124B"/>
    <w:rsid w:val="004D1748"/>
    <w:rsid w:val="00501B40"/>
    <w:rsid w:val="00504BB0"/>
    <w:rsid w:val="0050661D"/>
    <w:rsid w:val="005733F1"/>
    <w:rsid w:val="00590791"/>
    <w:rsid w:val="00590E78"/>
    <w:rsid w:val="005C200F"/>
    <w:rsid w:val="00606A06"/>
    <w:rsid w:val="00656AEC"/>
    <w:rsid w:val="00677AFF"/>
    <w:rsid w:val="00682670"/>
    <w:rsid w:val="0069771D"/>
    <w:rsid w:val="006A127A"/>
    <w:rsid w:val="006A2B0C"/>
    <w:rsid w:val="006A31EB"/>
    <w:rsid w:val="006E7C5C"/>
    <w:rsid w:val="00707A60"/>
    <w:rsid w:val="007375BE"/>
    <w:rsid w:val="00740C27"/>
    <w:rsid w:val="00742D39"/>
    <w:rsid w:val="0075004F"/>
    <w:rsid w:val="00751684"/>
    <w:rsid w:val="00756BB4"/>
    <w:rsid w:val="00767E69"/>
    <w:rsid w:val="007A2566"/>
    <w:rsid w:val="007A7CAF"/>
    <w:rsid w:val="007C29A8"/>
    <w:rsid w:val="007C3687"/>
    <w:rsid w:val="007D38BE"/>
    <w:rsid w:val="007D4238"/>
    <w:rsid w:val="007E08D2"/>
    <w:rsid w:val="007E2EB9"/>
    <w:rsid w:val="007E59E3"/>
    <w:rsid w:val="007F650F"/>
    <w:rsid w:val="00800829"/>
    <w:rsid w:val="00812AFE"/>
    <w:rsid w:val="008333E9"/>
    <w:rsid w:val="00852CED"/>
    <w:rsid w:val="008614F4"/>
    <w:rsid w:val="0089444C"/>
    <w:rsid w:val="008969B9"/>
    <w:rsid w:val="008B4CD8"/>
    <w:rsid w:val="008F2FE7"/>
    <w:rsid w:val="009C1675"/>
    <w:rsid w:val="009C70B5"/>
    <w:rsid w:val="009D2D92"/>
    <w:rsid w:val="00A11764"/>
    <w:rsid w:val="00A4116C"/>
    <w:rsid w:val="00A74CE4"/>
    <w:rsid w:val="00A855BB"/>
    <w:rsid w:val="00AB5727"/>
    <w:rsid w:val="00AE69B3"/>
    <w:rsid w:val="00AF0FD7"/>
    <w:rsid w:val="00B12D73"/>
    <w:rsid w:val="00B174A9"/>
    <w:rsid w:val="00B30185"/>
    <w:rsid w:val="00B4761C"/>
    <w:rsid w:val="00B550E3"/>
    <w:rsid w:val="00B9125E"/>
    <w:rsid w:val="00B95CE1"/>
    <w:rsid w:val="00BB2EBB"/>
    <w:rsid w:val="00BD33EF"/>
    <w:rsid w:val="00BE6200"/>
    <w:rsid w:val="00C119A9"/>
    <w:rsid w:val="00C267F3"/>
    <w:rsid w:val="00C63EFE"/>
    <w:rsid w:val="00C7544E"/>
    <w:rsid w:val="00C76DB3"/>
    <w:rsid w:val="00C77B38"/>
    <w:rsid w:val="00C86682"/>
    <w:rsid w:val="00CC6BBA"/>
    <w:rsid w:val="00CE3DBC"/>
    <w:rsid w:val="00CF02E9"/>
    <w:rsid w:val="00CF0344"/>
    <w:rsid w:val="00D029C6"/>
    <w:rsid w:val="00D16825"/>
    <w:rsid w:val="00D24CD9"/>
    <w:rsid w:val="00D2760A"/>
    <w:rsid w:val="00D32DB3"/>
    <w:rsid w:val="00D33B7D"/>
    <w:rsid w:val="00D470DB"/>
    <w:rsid w:val="00D91833"/>
    <w:rsid w:val="00DC7920"/>
    <w:rsid w:val="00DD553F"/>
    <w:rsid w:val="00E11BB6"/>
    <w:rsid w:val="00E476FE"/>
    <w:rsid w:val="00E47EA3"/>
    <w:rsid w:val="00E6073E"/>
    <w:rsid w:val="00E65E74"/>
    <w:rsid w:val="00E84039"/>
    <w:rsid w:val="00EB7618"/>
    <w:rsid w:val="00ED615C"/>
    <w:rsid w:val="00EE218D"/>
    <w:rsid w:val="00EF6502"/>
    <w:rsid w:val="00F014B5"/>
    <w:rsid w:val="00F24CFD"/>
    <w:rsid w:val="00F25065"/>
    <w:rsid w:val="00F62C4C"/>
    <w:rsid w:val="00F722F3"/>
    <w:rsid w:val="00F8097E"/>
    <w:rsid w:val="00F8143A"/>
    <w:rsid w:val="00FA29CF"/>
    <w:rsid w:val="00FB35B9"/>
    <w:rsid w:val="00FB6249"/>
    <w:rsid w:val="00FD27EF"/>
    <w:rsid w:val="00FF13D8"/>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EF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029C6"/>
    <w:pPr>
      <w:autoSpaceDE w:val="0"/>
      <w:autoSpaceDN w:val="0"/>
      <w:adjustRightInd w:val="0"/>
    </w:pPr>
    <w:rPr>
      <w:rFonts w:ascii="Verdana" w:hAnsi="Verdana" w:cs="Verdana"/>
      <w:color w:val="000000"/>
      <w:sz w:val="24"/>
      <w:szCs w:val="24"/>
    </w:rPr>
  </w:style>
  <w:style w:type="paragraph" w:customStyle="1" w:styleId="Default1">
    <w:name w:val="Default1"/>
    <w:basedOn w:val="Default"/>
    <w:next w:val="Default"/>
    <w:uiPriority w:val="99"/>
    <w:rsid w:val="00D029C6"/>
    <w:rPr>
      <w:rFonts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4</Pages>
  <Words>770</Words>
  <Characters>3631</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EJERCICIO 1 Descripción y Narración </dc:title>
  <dc:subject/>
  <dc:creator>Julio A. Manzano</dc:creator>
  <cp:keywords/>
  <dc:description/>
  <cp:lastModifiedBy>Julio A. Manzano</cp:lastModifiedBy>
  <cp:revision>2</cp:revision>
  <dcterms:created xsi:type="dcterms:W3CDTF">2011-09-30T20:44:00Z</dcterms:created>
  <dcterms:modified xsi:type="dcterms:W3CDTF">2011-09-30T20:44:00Z</dcterms:modified>
</cp:coreProperties>
</file>