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60E" w:rsidRDefault="003A060E" w:rsidP="00DB4A37">
      <w:pPr>
        <w:spacing w:line="240" w:lineRule="auto"/>
        <w:jc w:val="right"/>
        <w:rPr>
          <w:rFonts w:ascii="Arial" w:hAnsi="Arial" w:cs="Arial"/>
          <w:sz w:val="24"/>
          <w:szCs w:val="26"/>
          <w:lang w:val="es-ES"/>
        </w:rPr>
      </w:pPr>
    </w:p>
    <w:p w:rsidR="003A060E" w:rsidRDefault="00AF35B7">
      <w:pPr>
        <w:spacing w:line="240" w:lineRule="auto"/>
        <w:jc w:val="center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REPORT</w:t>
      </w:r>
    </w:p>
    <w:p w:rsidR="003A060E" w:rsidRDefault="00DB4A37">
      <w:r>
        <w:t>TO: School Director</w:t>
      </w:r>
    </w:p>
    <w:p w:rsidR="00DB4A37" w:rsidRDefault="00DB4A37">
      <w:r>
        <w:t>FROM: Captain Martinez</w:t>
      </w:r>
    </w:p>
    <w:p w:rsidR="00DB4A37" w:rsidRDefault="00DB4A37">
      <w:r>
        <w:t>SUBJECT: XI English Course Final Report</w:t>
      </w:r>
    </w:p>
    <w:p w:rsidR="00DB4A37" w:rsidRDefault="00DB4A37">
      <w:r>
        <w:t>DATE: 7</w:t>
      </w:r>
      <w:r w:rsidRPr="00DB4A37">
        <w:rPr>
          <w:vertAlign w:val="superscript"/>
        </w:rPr>
        <w:t>th</w:t>
      </w:r>
      <w:r>
        <w:t xml:space="preserve"> October</w:t>
      </w:r>
    </w:p>
    <w:p w:rsidR="00DB4A37" w:rsidRDefault="00DB4A37">
      <w:pPr>
        <w:jc w:val="both"/>
        <w:rPr>
          <w:rFonts w:ascii="Arial" w:hAnsi="Arial" w:cs="Arial"/>
          <w:sz w:val="24"/>
          <w:szCs w:val="24"/>
        </w:rPr>
      </w:pPr>
    </w:p>
    <w:p w:rsidR="003A060E" w:rsidRDefault="00AF35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Sir,</w:t>
      </w:r>
    </w:p>
    <w:p w:rsidR="003A060E" w:rsidRDefault="00AF35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Captain Lopez, SP Army, who attended the XI English Course from 10thJun to 12th Sep. First of all I would like to express my gratitude for inviting me on this </w:t>
      </w:r>
      <w:r>
        <w:rPr>
          <w:rFonts w:ascii="Arial" w:hAnsi="Arial" w:cs="Arial"/>
          <w:sz w:val="24"/>
          <w:szCs w:val="24"/>
        </w:rPr>
        <w:t xml:space="preserve">magnificent course. I am very satisfied however I would like to underline some aspects that I consider should be checked or taken into account </w:t>
      </w:r>
      <w:proofErr w:type="gramStart"/>
      <w:r>
        <w:rPr>
          <w:rFonts w:ascii="Arial" w:hAnsi="Arial" w:cs="Arial"/>
          <w:sz w:val="24"/>
          <w:szCs w:val="24"/>
        </w:rPr>
        <w:t>for</w:t>
      </w:r>
      <w:proofErr w:type="gramEnd"/>
      <w:r>
        <w:rPr>
          <w:rFonts w:ascii="Arial" w:hAnsi="Arial" w:cs="Arial"/>
          <w:sz w:val="24"/>
          <w:szCs w:val="24"/>
        </w:rPr>
        <w:t xml:space="preserve"> future courses.</w:t>
      </w:r>
    </w:p>
    <w:p w:rsidR="003A060E" w:rsidRDefault="00AF35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begin with we had some difficulties with the timetable. The first class at the school star</w:t>
      </w:r>
      <w:r>
        <w:rPr>
          <w:rFonts w:ascii="Arial" w:hAnsi="Arial" w:cs="Arial"/>
          <w:sz w:val="24"/>
          <w:szCs w:val="24"/>
        </w:rPr>
        <w:t xml:space="preserve">ted at 8:00 am, whereas breakfast at the Camp was at 7.30 am. Considering that the Camp is five hundred meters from the school we had to rush so as to be on time. I would suggest you put the classes forward to 8:30 </w:t>
      </w:r>
    </w:p>
    <w:p w:rsidR="003A060E" w:rsidRDefault="00AF35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Secondly the listening exercises which w</w:t>
      </w:r>
      <w:r>
        <w:rPr>
          <w:rFonts w:ascii="Arial" w:hAnsi="Arial" w:cs="Arial"/>
          <w:sz w:val="24"/>
          <w:szCs w:val="24"/>
        </w:rPr>
        <w:t>ere played using a computer were distorted. Besides this the acoustics in the class were very poor so we had to make a huge effort to be able to hear what the teacher was saying. I suggest you set up some speakers and use a DVD player instead. People sitti</w:t>
      </w:r>
      <w:r>
        <w:rPr>
          <w:rFonts w:ascii="Arial" w:hAnsi="Arial" w:cs="Arial"/>
          <w:sz w:val="24"/>
          <w:szCs w:val="24"/>
        </w:rPr>
        <w:t xml:space="preserve">ng in the back row will thank you.  </w:t>
      </w:r>
    </w:p>
    <w:p w:rsidR="003A060E" w:rsidRDefault="00AF35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Finally, I would like to focus on the contents of the classes. I understand that pronunciation is very important for learning languages however I consider that we spent too much time learning how to write the sound of t</w:t>
      </w:r>
      <w:r>
        <w:rPr>
          <w:rFonts w:ascii="Arial" w:hAnsi="Arial" w:cs="Arial"/>
          <w:sz w:val="24"/>
          <w:szCs w:val="24"/>
        </w:rPr>
        <w:t>he vowels and consonants. I expected a more practical class in which we participated actively. In my opinion classes were a bit boring and monotonous. Maybe students would find the classes more enjoyable if you added some films, TV or radio programs, songs</w:t>
      </w:r>
      <w:r>
        <w:rPr>
          <w:rFonts w:ascii="Arial" w:hAnsi="Arial" w:cs="Arial"/>
          <w:sz w:val="24"/>
          <w:szCs w:val="24"/>
        </w:rPr>
        <w:t xml:space="preserve"> or real activities like phone calls, meetings</w:t>
      </w:r>
      <w:proofErr w:type="gramStart"/>
      <w:r>
        <w:rPr>
          <w:rFonts w:ascii="Arial" w:hAnsi="Arial" w:cs="Arial"/>
          <w:sz w:val="24"/>
          <w:szCs w:val="24"/>
        </w:rPr>
        <w:t>,…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</w:p>
    <w:p w:rsidR="003A060E" w:rsidRDefault="00AF35B7">
      <w:pPr>
        <w:jc w:val="both"/>
      </w:pPr>
      <w:r>
        <w:rPr>
          <w:rFonts w:ascii="Arial" w:hAnsi="Arial" w:cs="Arial"/>
          <w:sz w:val="24"/>
          <w:szCs w:val="24"/>
        </w:rPr>
        <w:t xml:space="preserve">Sincerely yours   </w:t>
      </w:r>
    </w:p>
    <w:sectPr w:rsidR="003A060E" w:rsidSect="003A060E"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5B7" w:rsidRDefault="00AF35B7" w:rsidP="003A060E">
      <w:pPr>
        <w:spacing w:after="0" w:line="240" w:lineRule="auto"/>
      </w:pPr>
      <w:r>
        <w:separator/>
      </w:r>
    </w:p>
  </w:endnote>
  <w:endnote w:type="continuationSeparator" w:id="0">
    <w:p w:rsidR="00AF35B7" w:rsidRDefault="00AF35B7" w:rsidP="003A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5B7" w:rsidRDefault="00AF35B7" w:rsidP="003A060E">
      <w:pPr>
        <w:spacing w:after="0" w:line="240" w:lineRule="auto"/>
      </w:pPr>
      <w:r w:rsidRPr="003A060E">
        <w:rPr>
          <w:color w:val="000000"/>
        </w:rPr>
        <w:separator/>
      </w:r>
    </w:p>
  </w:footnote>
  <w:footnote w:type="continuationSeparator" w:id="0">
    <w:p w:rsidR="00AF35B7" w:rsidRDefault="00AF35B7" w:rsidP="003A0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60E"/>
    <w:rsid w:val="003A060E"/>
    <w:rsid w:val="00AF35B7"/>
    <w:rsid w:val="00DB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060E"/>
    <w:pPr>
      <w:suppressAutoHyphens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A060E"/>
    <w:pPr>
      <w:suppressAutoHyphens/>
      <w:autoSpaceDE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1379</Characters>
  <Application>Microsoft Office Word</Application>
  <DocSecurity>0</DocSecurity>
  <Lines>11</Lines>
  <Paragraphs>3</Paragraphs>
  <ScaleCrop>false</ScaleCrop>
  <Company>Ministerio de Defensa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jmarmart</cp:lastModifiedBy>
  <cp:revision>2</cp:revision>
  <dcterms:created xsi:type="dcterms:W3CDTF">2011-10-13T13:15:00Z</dcterms:created>
  <dcterms:modified xsi:type="dcterms:W3CDTF">2011-10-13T13:15:00Z</dcterms:modified>
</cp:coreProperties>
</file>