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306" w:rsidRDefault="004D0306" w:rsidP="00403569">
      <w:pPr>
        <w:pStyle w:val="Default"/>
        <w:rPr>
          <w:sz w:val="32"/>
          <w:szCs w:val="32"/>
        </w:rPr>
      </w:pPr>
      <w:r>
        <w:rPr>
          <w:b/>
          <w:bCs/>
          <w:sz w:val="32"/>
          <w:szCs w:val="32"/>
        </w:rPr>
        <w:t xml:space="preserve">EJERCICIO 2 Ensayo </w:t>
      </w:r>
    </w:p>
    <w:p w:rsidR="004D0306" w:rsidRDefault="004D0306" w:rsidP="00403569">
      <w:pPr>
        <w:rPr>
          <w:sz w:val="23"/>
          <w:szCs w:val="23"/>
        </w:rPr>
      </w:pPr>
    </w:p>
    <w:p w:rsidR="004D0306" w:rsidRDefault="004D0306" w:rsidP="00F20FEB">
      <w:pPr>
        <w:jc w:val="both"/>
        <w:rPr>
          <w:rFonts w:ascii="Arial" w:hAnsi="Arial" w:cs="Arial"/>
          <w:lang w:val="en-GB"/>
        </w:rPr>
      </w:pPr>
      <w:r w:rsidRPr="00F20FEB">
        <w:rPr>
          <w:rFonts w:ascii="Arial" w:hAnsi="Arial" w:cs="Arial"/>
          <w:lang w:val="en-GB"/>
        </w:rPr>
        <w:t xml:space="preserve">     </w:t>
      </w:r>
      <w:r w:rsidRPr="00710068">
        <w:rPr>
          <w:rFonts w:ascii="Arial" w:hAnsi="Arial" w:cs="Arial"/>
          <w:lang w:val="en-GB"/>
        </w:rPr>
        <w:t xml:space="preserve">Surveys carried </w:t>
      </w:r>
      <w:r>
        <w:rPr>
          <w:rFonts w:ascii="Arial" w:hAnsi="Arial" w:cs="Arial"/>
          <w:lang w:val="en-GB"/>
        </w:rPr>
        <w:t>out every year among students of Primary and Secondary School by European Union and Organisation for Economic Co-operation and Development (OECD) have showed year the progressive decline in the quality of education in Spain and, consequently, the drastic drop of the educational level.</w:t>
      </w:r>
    </w:p>
    <w:p w:rsidR="004D0306" w:rsidRDefault="004D0306" w:rsidP="00F20FEB">
      <w:pPr>
        <w:jc w:val="both"/>
        <w:rPr>
          <w:rFonts w:ascii="Arial" w:hAnsi="Arial" w:cs="Arial"/>
          <w:lang w:val="en-GB"/>
        </w:rPr>
      </w:pPr>
    </w:p>
    <w:p w:rsidR="004D0306" w:rsidRDefault="004D0306" w:rsidP="00F20FEB">
      <w:pPr>
        <w:jc w:val="both"/>
        <w:rPr>
          <w:rFonts w:ascii="Arial" w:hAnsi="Arial" w:cs="Arial"/>
          <w:lang w:val="en-GB"/>
        </w:rPr>
      </w:pPr>
      <w:r>
        <w:rPr>
          <w:rFonts w:ascii="Arial" w:hAnsi="Arial" w:cs="Arial"/>
          <w:lang w:val="en-GB"/>
        </w:rPr>
        <w:t xml:space="preserve">     As a father of children of scholar age, I agree absolutely with these results. On one hand, the different laws of education applied in the last times don’t have in account the capabilities of pupils with higher possibilities of learning, establishing a medium level that is not enough for keeping them paying attention. On the other hand, the most disadvantaged ones have to be promoted to the following course almost compulsorily because they only can repeat three times during the Primary School.</w:t>
      </w:r>
    </w:p>
    <w:p w:rsidR="004D0306" w:rsidRDefault="004D0306" w:rsidP="00F20FEB">
      <w:pPr>
        <w:jc w:val="both"/>
        <w:rPr>
          <w:rFonts w:ascii="Arial" w:hAnsi="Arial" w:cs="Arial"/>
          <w:lang w:val="en-GB"/>
        </w:rPr>
      </w:pPr>
      <w:r>
        <w:rPr>
          <w:rFonts w:ascii="Arial" w:hAnsi="Arial" w:cs="Arial"/>
          <w:lang w:val="en-GB"/>
        </w:rPr>
        <w:t xml:space="preserve">   </w:t>
      </w:r>
    </w:p>
    <w:p w:rsidR="004D0306" w:rsidRDefault="004D0306" w:rsidP="00F20FEB">
      <w:pPr>
        <w:jc w:val="both"/>
        <w:rPr>
          <w:rFonts w:ascii="Arial" w:hAnsi="Arial" w:cs="Arial"/>
          <w:lang w:val="en-GB"/>
        </w:rPr>
      </w:pPr>
      <w:r>
        <w:rPr>
          <w:rFonts w:ascii="Arial" w:hAnsi="Arial" w:cs="Arial"/>
          <w:lang w:val="en-GB"/>
        </w:rPr>
        <w:t xml:space="preserve">    Nevertheless, we can’t only blame the educational system: the nowadays way of life has very much contributed to worse the situation. Families had much more time for children in the past. The change brought about the family model, in the last fifty years, in which both father and mother have to work out home, leave less time for helping our children in their homework. Do you remember how much time your father or mother spent helping you to improve your school results?</w:t>
      </w:r>
    </w:p>
    <w:p w:rsidR="004D0306" w:rsidRDefault="004D0306" w:rsidP="00F20FEB">
      <w:pPr>
        <w:jc w:val="both"/>
        <w:rPr>
          <w:rFonts w:ascii="Arial" w:hAnsi="Arial" w:cs="Arial"/>
          <w:lang w:val="en-GB"/>
        </w:rPr>
      </w:pPr>
    </w:p>
    <w:p w:rsidR="004D0306" w:rsidRPr="00710068" w:rsidRDefault="004D0306" w:rsidP="00F20FEB">
      <w:pPr>
        <w:jc w:val="both"/>
        <w:rPr>
          <w:rFonts w:ascii="Arial" w:hAnsi="Arial" w:cs="Arial"/>
          <w:lang w:val="en-GB"/>
        </w:rPr>
      </w:pPr>
      <w:r>
        <w:rPr>
          <w:rFonts w:ascii="Arial" w:hAnsi="Arial" w:cs="Arial"/>
          <w:lang w:val="en-GB"/>
        </w:rPr>
        <w:t xml:space="preserve">   In my opinion, measures have to be taken in order to elevate the educational level. Firstly we have to change our educational system for taking in account the different capabilities we can find in our children, having a differentiated curriculum according to them. Secondly, pupils have to be rewarded in order to be worth doing the effort. And the last but not the less, we have to pay more attention to our sons and daughters. To backup them is very important to them in order to achieve the aim all of us are looking for: to make them adults well-educated, well-behaved and with possibilities of being able to manage one’s own.</w:t>
      </w:r>
    </w:p>
    <w:sectPr w:rsidR="004D0306" w:rsidRPr="00710068" w:rsidSect="004D030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4"/>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569"/>
    <w:rsid w:val="000113BC"/>
    <w:rsid w:val="00014736"/>
    <w:rsid w:val="0001529D"/>
    <w:rsid w:val="00044B50"/>
    <w:rsid w:val="00055EF2"/>
    <w:rsid w:val="00096789"/>
    <w:rsid w:val="000A578E"/>
    <w:rsid w:val="000F6639"/>
    <w:rsid w:val="00162F71"/>
    <w:rsid w:val="001645C4"/>
    <w:rsid w:val="001809FD"/>
    <w:rsid w:val="00190CB5"/>
    <w:rsid w:val="001D303B"/>
    <w:rsid w:val="001D6C13"/>
    <w:rsid w:val="001D7A76"/>
    <w:rsid w:val="001F4183"/>
    <w:rsid w:val="0020250A"/>
    <w:rsid w:val="00231577"/>
    <w:rsid w:val="0027236B"/>
    <w:rsid w:val="00272793"/>
    <w:rsid w:val="002B22A7"/>
    <w:rsid w:val="002D1052"/>
    <w:rsid w:val="002D53AE"/>
    <w:rsid w:val="00317FE5"/>
    <w:rsid w:val="003208D6"/>
    <w:rsid w:val="0034138C"/>
    <w:rsid w:val="003417FD"/>
    <w:rsid w:val="00394A8B"/>
    <w:rsid w:val="003B2CC3"/>
    <w:rsid w:val="003B70D1"/>
    <w:rsid w:val="003B724A"/>
    <w:rsid w:val="003E7F9D"/>
    <w:rsid w:val="003F0142"/>
    <w:rsid w:val="003F254D"/>
    <w:rsid w:val="0040144E"/>
    <w:rsid w:val="00403569"/>
    <w:rsid w:val="004410ED"/>
    <w:rsid w:val="004447E2"/>
    <w:rsid w:val="00476FFD"/>
    <w:rsid w:val="004C124B"/>
    <w:rsid w:val="004D0306"/>
    <w:rsid w:val="004D1748"/>
    <w:rsid w:val="00501B40"/>
    <w:rsid w:val="00504BB0"/>
    <w:rsid w:val="0050661D"/>
    <w:rsid w:val="005664B1"/>
    <w:rsid w:val="005733F1"/>
    <w:rsid w:val="00590791"/>
    <w:rsid w:val="00590E78"/>
    <w:rsid w:val="005C200F"/>
    <w:rsid w:val="00656AEC"/>
    <w:rsid w:val="00677AFF"/>
    <w:rsid w:val="00682670"/>
    <w:rsid w:val="0069771D"/>
    <w:rsid w:val="006A127A"/>
    <w:rsid w:val="006A2B0C"/>
    <w:rsid w:val="006A31EB"/>
    <w:rsid w:val="006D4E9B"/>
    <w:rsid w:val="006E7C5C"/>
    <w:rsid w:val="00710068"/>
    <w:rsid w:val="007375BE"/>
    <w:rsid w:val="00740C27"/>
    <w:rsid w:val="00742D39"/>
    <w:rsid w:val="0075004F"/>
    <w:rsid w:val="00751684"/>
    <w:rsid w:val="00756BB4"/>
    <w:rsid w:val="00767E69"/>
    <w:rsid w:val="007A2566"/>
    <w:rsid w:val="007A7CAF"/>
    <w:rsid w:val="007C29A8"/>
    <w:rsid w:val="007C3687"/>
    <w:rsid w:val="007D38BE"/>
    <w:rsid w:val="007E08D2"/>
    <w:rsid w:val="007E2EB9"/>
    <w:rsid w:val="007E32EB"/>
    <w:rsid w:val="007F650F"/>
    <w:rsid w:val="00812AFE"/>
    <w:rsid w:val="008333E9"/>
    <w:rsid w:val="00852CED"/>
    <w:rsid w:val="008614F4"/>
    <w:rsid w:val="008710A7"/>
    <w:rsid w:val="0089444C"/>
    <w:rsid w:val="008969B9"/>
    <w:rsid w:val="008B4CD8"/>
    <w:rsid w:val="008E414E"/>
    <w:rsid w:val="008F2FE7"/>
    <w:rsid w:val="00990853"/>
    <w:rsid w:val="009C5891"/>
    <w:rsid w:val="009C70B5"/>
    <w:rsid w:val="009D2D92"/>
    <w:rsid w:val="00A4116C"/>
    <w:rsid w:val="00A80DA9"/>
    <w:rsid w:val="00A855BB"/>
    <w:rsid w:val="00AA143D"/>
    <w:rsid w:val="00AB5727"/>
    <w:rsid w:val="00AC400F"/>
    <w:rsid w:val="00AE69B3"/>
    <w:rsid w:val="00AF0FD7"/>
    <w:rsid w:val="00B12D73"/>
    <w:rsid w:val="00B174A9"/>
    <w:rsid w:val="00B30185"/>
    <w:rsid w:val="00B4761C"/>
    <w:rsid w:val="00B50398"/>
    <w:rsid w:val="00B550E3"/>
    <w:rsid w:val="00B95CE1"/>
    <w:rsid w:val="00BD33EF"/>
    <w:rsid w:val="00BE0395"/>
    <w:rsid w:val="00C119A9"/>
    <w:rsid w:val="00C267F3"/>
    <w:rsid w:val="00C43242"/>
    <w:rsid w:val="00C7544E"/>
    <w:rsid w:val="00C76DB3"/>
    <w:rsid w:val="00C77B38"/>
    <w:rsid w:val="00C86682"/>
    <w:rsid w:val="00CC6BBA"/>
    <w:rsid w:val="00CE3DBC"/>
    <w:rsid w:val="00CF02E9"/>
    <w:rsid w:val="00CF0344"/>
    <w:rsid w:val="00D16825"/>
    <w:rsid w:val="00D24CD9"/>
    <w:rsid w:val="00D2760A"/>
    <w:rsid w:val="00D30243"/>
    <w:rsid w:val="00D32DB3"/>
    <w:rsid w:val="00D33B7D"/>
    <w:rsid w:val="00D470DB"/>
    <w:rsid w:val="00D91833"/>
    <w:rsid w:val="00DC7920"/>
    <w:rsid w:val="00DD553F"/>
    <w:rsid w:val="00E11BB6"/>
    <w:rsid w:val="00E476FE"/>
    <w:rsid w:val="00E47EA3"/>
    <w:rsid w:val="00E6073E"/>
    <w:rsid w:val="00E64063"/>
    <w:rsid w:val="00E65E74"/>
    <w:rsid w:val="00E84039"/>
    <w:rsid w:val="00EB7618"/>
    <w:rsid w:val="00ED615C"/>
    <w:rsid w:val="00EE218D"/>
    <w:rsid w:val="00EF6502"/>
    <w:rsid w:val="00F014B5"/>
    <w:rsid w:val="00F20B34"/>
    <w:rsid w:val="00F20FEB"/>
    <w:rsid w:val="00F24CFD"/>
    <w:rsid w:val="00F25065"/>
    <w:rsid w:val="00F62C4C"/>
    <w:rsid w:val="00F722F3"/>
    <w:rsid w:val="00F8097E"/>
    <w:rsid w:val="00F8143A"/>
    <w:rsid w:val="00FA29CF"/>
    <w:rsid w:val="00FB35B9"/>
    <w:rsid w:val="00FB6249"/>
    <w:rsid w:val="00FD27E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403569"/>
    <w:pPr>
      <w:autoSpaceDE w:val="0"/>
      <w:autoSpaceDN w:val="0"/>
      <w:adjustRightInd w:val="0"/>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1</Pages>
  <Words>299</Words>
  <Characters>1649</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EJERCICIO 2 Ensayo </dc:title>
  <dc:subject/>
  <dc:creator>Julio A. Manzano</dc:creator>
  <cp:keywords/>
  <dc:description/>
  <cp:lastModifiedBy>Julio A. Manzano</cp:lastModifiedBy>
  <cp:revision>1</cp:revision>
  <dcterms:created xsi:type="dcterms:W3CDTF">2011-10-05T20:31:00Z</dcterms:created>
  <dcterms:modified xsi:type="dcterms:W3CDTF">2011-10-05T22:29:00Z</dcterms:modified>
</cp:coreProperties>
</file>