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D1" w:rsidRPr="009B54CD" w:rsidRDefault="009B54CD">
      <w:pPr>
        <w:jc w:val="center"/>
        <w:rPr>
          <w:lang w:val="en-US"/>
        </w:rPr>
      </w:pPr>
      <w:r>
        <w:rPr>
          <w:lang w:val="en-US"/>
        </w:rPr>
        <w:t>ENSAYO</w:t>
      </w:r>
    </w:p>
    <w:p w:rsidR="007063D1" w:rsidRDefault="009B54CD">
      <w:pPr>
        <w:rPr>
          <w:lang w:val="en-US"/>
        </w:rPr>
      </w:pPr>
      <w:r>
        <w:rPr>
          <w:lang w:val="en-US"/>
        </w:rPr>
        <w:t>THE EDUCATION LEVEL AT SPANISH SCHOOLS</w:t>
      </w:r>
      <w:r w:rsidR="0027375D">
        <w:rPr>
          <w:lang w:val="en-US"/>
        </w:rPr>
        <w:t xml:space="preserve"> </w:t>
      </w:r>
    </w:p>
    <w:p w:rsidR="00AC4FBF" w:rsidRDefault="009B54CD" w:rsidP="00A7195E">
      <w:pPr>
        <w:jc w:val="both"/>
        <w:rPr>
          <w:lang w:val="en-US"/>
        </w:rPr>
      </w:pPr>
      <w:r>
        <w:rPr>
          <w:lang w:val="en-US"/>
        </w:rPr>
        <w:t>Recent studies have concluded that the educational level at Spanish schools has decrease compared with the level demonstrated ten or twenty years ago. I fully agree with this conclus</w:t>
      </w:r>
      <w:r w:rsidR="00AC4FBF">
        <w:rPr>
          <w:lang w:val="en-US"/>
        </w:rPr>
        <w:t>ion and my arguments are based more in my experience as father rather than an exact knowledge of the simple statistics about literacy</w:t>
      </w:r>
      <w:r w:rsidR="00A7195E">
        <w:rPr>
          <w:lang w:val="en-US"/>
        </w:rPr>
        <w:t xml:space="preserve"> in Spain</w:t>
      </w:r>
      <w:r w:rsidR="00AC4FBF">
        <w:rPr>
          <w:lang w:val="en-US"/>
        </w:rPr>
        <w:t xml:space="preserve">. Besides my wife is a Math teacher so I should be able to compare the different points of view of both my wife and my daughters. Unfortunately my </w:t>
      </w:r>
      <w:r w:rsidR="00A7195E">
        <w:rPr>
          <w:lang w:val="en-US"/>
        </w:rPr>
        <w:t>experience as teacher in the Military School has influenced me and consequently I am closer to</w:t>
      </w:r>
      <w:r w:rsidR="00AC4FBF">
        <w:rPr>
          <w:lang w:val="en-US"/>
        </w:rPr>
        <w:t xml:space="preserve"> my wife´s opinion than </w:t>
      </w:r>
      <w:r w:rsidR="00A7195E">
        <w:rPr>
          <w:lang w:val="en-US"/>
        </w:rPr>
        <w:t xml:space="preserve">to </w:t>
      </w:r>
      <w:r w:rsidR="00AC4FBF">
        <w:rPr>
          <w:lang w:val="en-US"/>
        </w:rPr>
        <w:t>my daughter´s one</w:t>
      </w:r>
      <w:r w:rsidR="00A7195E">
        <w:rPr>
          <w:lang w:val="en-US"/>
        </w:rPr>
        <w:t>s</w:t>
      </w:r>
      <w:r w:rsidR="00AC4FBF">
        <w:rPr>
          <w:lang w:val="en-US"/>
        </w:rPr>
        <w:t>.</w:t>
      </w:r>
    </w:p>
    <w:p w:rsidR="00AC4FBF" w:rsidRDefault="00AC4FBF" w:rsidP="00A7195E">
      <w:pPr>
        <w:jc w:val="both"/>
        <w:rPr>
          <w:lang w:val="en-US"/>
        </w:rPr>
      </w:pPr>
      <w:r>
        <w:rPr>
          <w:lang w:val="en-US"/>
        </w:rPr>
        <w:t xml:space="preserve">First of all I strongly believe that the educational outcomes are influenced basically by the students´ environment. I mean not only their friends or colleagues at school but also the atmosphere </w:t>
      </w:r>
      <w:r w:rsidR="00A7195E">
        <w:rPr>
          <w:lang w:val="en-US"/>
        </w:rPr>
        <w:t xml:space="preserve">they breathe </w:t>
      </w:r>
      <w:r>
        <w:rPr>
          <w:lang w:val="en-US"/>
        </w:rPr>
        <w:t xml:space="preserve">at their homes. Generally speaking, the differences in family background cause </w:t>
      </w:r>
      <w:r w:rsidR="00A7195E">
        <w:rPr>
          <w:lang w:val="en-US"/>
        </w:rPr>
        <w:t xml:space="preserve">in my opinion </w:t>
      </w:r>
      <w:r>
        <w:rPr>
          <w:lang w:val="en-US"/>
        </w:rPr>
        <w:t>two reactions in the students. First</w:t>
      </w:r>
      <w:r w:rsidR="00A7195E">
        <w:rPr>
          <w:lang w:val="en-US"/>
        </w:rPr>
        <w:t>,</w:t>
      </w:r>
      <w:r>
        <w:rPr>
          <w:lang w:val="en-US"/>
        </w:rPr>
        <w:t xml:space="preserve"> they just follow the</w:t>
      </w:r>
      <w:r w:rsidR="00A7195E">
        <w:rPr>
          <w:lang w:val="en-US"/>
        </w:rPr>
        <w:t>ir</w:t>
      </w:r>
      <w:r>
        <w:rPr>
          <w:lang w:val="en-US"/>
        </w:rPr>
        <w:t xml:space="preserve"> </w:t>
      </w:r>
      <w:r w:rsidR="00A7195E">
        <w:rPr>
          <w:lang w:val="en-US"/>
        </w:rPr>
        <w:t>parents’ attitude</w:t>
      </w:r>
      <w:r>
        <w:rPr>
          <w:lang w:val="en-US"/>
        </w:rPr>
        <w:t xml:space="preserve">: to watch </w:t>
      </w:r>
      <w:r w:rsidR="00A7195E">
        <w:rPr>
          <w:lang w:val="en-US"/>
        </w:rPr>
        <w:t xml:space="preserve">unresponsively </w:t>
      </w:r>
      <w:r>
        <w:rPr>
          <w:lang w:val="en-US"/>
        </w:rPr>
        <w:t xml:space="preserve">any kind of TV programs, to play games in the computer, or to </w:t>
      </w:r>
      <w:r w:rsidR="00A7195E">
        <w:rPr>
          <w:lang w:val="en-US"/>
        </w:rPr>
        <w:t xml:space="preserve">not </w:t>
      </w:r>
      <w:r>
        <w:rPr>
          <w:lang w:val="en-US"/>
        </w:rPr>
        <w:t>practice any sport</w:t>
      </w:r>
      <w:r w:rsidR="00A7195E">
        <w:rPr>
          <w:lang w:val="en-US"/>
        </w:rPr>
        <w:t xml:space="preserve"> or hobby</w:t>
      </w:r>
      <w:r>
        <w:rPr>
          <w:lang w:val="en-US"/>
        </w:rPr>
        <w:t xml:space="preserve">. A few react saying: </w:t>
      </w:r>
      <w:r w:rsidR="00A7195E">
        <w:rPr>
          <w:lang w:val="en-US"/>
        </w:rPr>
        <w:t>“</w:t>
      </w:r>
      <w:r>
        <w:rPr>
          <w:lang w:val="en-US"/>
        </w:rPr>
        <w:t>I do not want to be as my father</w:t>
      </w:r>
      <w:r w:rsidR="00A7195E">
        <w:rPr>
          <w:lang w:val="en-US"/>
        </w:rPr>
        <w:t>”</w:t>
      </w:r>
      <w:r>
        <w:rPr>
          <w:lang w:val="en-US"/>
        </w:rPr>
        <w:t xml:space="preserve">. But </w:t>
      </w:r>
      <w:r w:rsidR="00B87FE4">
        <w:rPr>
          <w:lang w:val="en-US"/>
        </w:rPr>
        <w:t xml:space="preserve">unluckily </w:t>
      </w:r>
      <w:r>
        <w:rPr>
          <w:lang w:val="en-US"/>
        </w:rPr>
        <w:t>this option is not massively followed</w:t>
      </w:r>
      <w:r w:rsidR="00A7195E">
        <w:rPr>
          <w:lang w:val="en-US"/>
        </w:rPr>
        <w:t xml:space="preserve"> by all the students</w:t>
      </w:r>
      <w:r>
        <w:rPr>
          <w:lang w:val="en-US"/>
        </w:rPr>
        <w:t>.</w:t>
      </w:r>
    </w:p>
    <w:p w:rsidR="00A7195E" w:rsidRDefault="00AC4FBF" w:rsidP="00A7195E">
      <w:pPr>
        <w:jc w:val="both"/>
        <w:rPr>
          <w:lang w:val="en-US"/>
        </w:rPr>
      </w:pPr>
      <w:r>
        <w:rPr>
          <w:lang w:val="en-US"/>
        </w:rPr>
        <w:t>Secondly, in my opinion throughout the last decades both the system and the objectives</w:t>
      </w:r>
      <w:r w:rsidR="00A7195E">
        <w:rPr>
          <w:lang w:val="en-US"/>
        </w:rPr>
        <w:t xml:space="preserve"> </w:t>
      </w:r>
      <w:r>
        <w:rPr>
          <w:lang w:val="en-US"/>
        </w:rPr>
        <w:t>had changed many times. I remember when I was young</w:t>
      </w:r>
      <w:r w:rsidR="00B87FE4">
        <w:rPr>
          <w:lang w:val="en-US"/>
        </w:rPr>
        <w:t>:</w:t>
      </w:r>
      <w:r>
        <w:rPr>
          <w:lang w:val="en-US"/>
        </w:rPr>
        <w:t xml:space="preserve"> the exams</w:t>
      </w:r>
      <w:r w:rsidR="00B87FE4">
        <w:rPr>
          <w:lang w:val="en-US"/>
        </w:rPr>
        <w:t xml:space="preserve"> which</w:t>
      </w:r>
      <w:r>
        <w:rPr>
          <w:lang w:val="en-US"/>
        </w:rPr>
        <w:t xml:space="preserve"> I needed to pass, the hours I had to study and </w:t>
      </w:r>
      <w:r w:rsidR="00B87FE4">
        <w:rPr>
          <w:lang w:val="en-US"/>
        </w:rPr>
        <w:t>how we ended the course with a final exam</w:t>
      </w:r>
      <w:r>
        <w:rPr>
          <w:lang w:val="en-US"/>
        </w:rPr>
        <w:t xml:space="preserve"> in which we had to demonstrate the knowledge acquired during the course. Now the students have many exams but</w:t>
      </w:r>
      <w:r w:rsidR="00B87FE4">
        <w:rPr>
          <w:lang w:val="en-US"/>
        </w:rPr>
        <w:t xml:space="preserve"> </w:t>
      </w:r>
      <w:r>
        <w:rPr>
          <w:lang w:val="en-US"/>
        </w:rPr>
        <w:t>only three or four book pages to study. Moreover</w:t>
      </w:r>
      <w:r w:rsidR="00B87FE4">
        <w:rPr>
          <w:lang w:val="en-US"/>
        </w:rPr>
        <w:t xml:space="preserve">, </w:t>
      </w:r>
      <w:r>
        <w:rPr>
          <w:lang w:val="en-US"/>
        </w:rPr>
        <w:t xml:space="preserve">it is compulsory </w:t>
      </w:r>
      <w:r w:rsidR="00B87FE4">
        <w:rPr>
          <w:lang w:val="en-US"/>
        </w:rPr>
        <w:t xml:space="preserve">in some cases </w:t>
      </w:r>
      <w:r w:rsidR="00A7195E">
        <w:rPr>
          <w:lang w:val="en-US"/>
        </w:rPr>
        <w:t xml:space="preserve">that students </w:t>
      </w:r>
      <w:r w:rsidR="00B87FE4">
        <w:rPr>
          <w:lang w:val="en-US"/>
        </w:rPr>
        <w:t xml:space="preserve">have to </w:t>
      </w:r>
      <w:r>
        <w:rPr>
          <w:lang w:val="en-US"/>
        </w:rPr>
        <w:t xml:space="preserve">pass </w:t>
      </w:r>
      <w:r w:rsidR="00A7195E">
        <w:rPr>
          <w:lang w:val="en-US"/>
        </w:rPr>
        <w:t>to the following</w:t>
      </w:r>
      <w:r>
        <w:rPr>
          <w:lang w:val="en-US"/>
        </w:rPr>
        <w:t xml:space="preserve"> course even though they </w:t>
      </w:r>
      <w:r w:rsidR="00A7195E">
        <w:rPr>
          <w:lang w:val="en-US"/>
        </w:rPr>
        <w:t>failed all the</w:t>
      </w:r>
      <w:r>
        <w:rPr>
          <w:lang w:val="en-US"/>
        </w:rPr>
        <w:t xml:space="preserve"> subject</w:t>
      </w:r>
      <w:r w:rsidR="00A7195E">
        <w:rPr>
          <w:lang w:val="en-US"/>
        </w:rPr>
        <w:t>s</w:t>
      </w:r>
      <w:r w:rsidR="00B87FE4">
        <w:rPr>
          <w:lang w:val="en-US"/>
        </w:rPr>
        <w:t xml:space="preserve"> which I consider quite negative</w:t>
      </w:r>
      <w:r w:rsidR="00A7195E">
        <w:rPr>
          <w:lang w:val="en-US"/>
        </w:rPr>
        <w:t>.</w:t>
      </w:r>
    </w:p>
    <w:p w:rsidR="00A7195E" w:rsidRDefault="00A7195E" w:rsidP="00A7195E">
      <w:pPr>
        <w:jc w:val="both"/>
        <w:rPr>
          <w:lang w:val="en-US"/>
        </w:rPr>
      </w:pPr>
      <w:r>
        <w:rPr>
          <w:lang w:val="en-US"/>
        </w:rPr>
        <w:t xml:space="preserve">To sum up </w:t>
      </w:r>
      <w:r w:rsidR="00B87FE4">
        <w:rPr>
          <w:lang w:val="en-US"/>
        </w:rPr>
        <w:t>I think</w:t>
      </w:r>
      <w:r>
        <w:rPr>
          <w:lang w:val="en-US"/>
        </w:rPr>
        <w:t xml:space="preserve"> that there are basically two factors which have caused the decrease of the educational level in Spain: the changes in the Educational System (probably influenced by the ideas of the current political government) and the family</w:t>
      </w:r>
      <w:r w:rsidR="00B87FE4">
        <w:rPr>
          <w:lang w:val="en-US"/>
        </w:rPr>
        <w:t xml:space="preserve"> background. I have no doubt that parents are the key to put off or stop this problem but they need to change their habits and live a more educational way of live. Only if students see the example of their parents they will consider normal</w:t>
      </w:r>
      <w:bookmarkStart w:id="0" w:name="_GoBack"/>
      <w:bookmarkEnd w:id="0"/>
      <w:r w:rsidR="00B87FE4">
        <w:rPr>
          <w:lang w:val="en-US"/>
        </w:rPr>
        <w:t xml:space="preserve"> different positive aspects like to read books or newspapers, to practice any sport or exercise, or simply to sit all together at the table for lunch and talk with them.   </w:t>
      </w:r>
    </w:p>
    <w:p w:rsidR="009B54CD" w:rsidRPr="009B54CD" w:rsidRDefault="00AC4FBF">
      <w:pPr>
        <w:rPr>
          <w:lang w:val="en-US"/>
        </w:rPr>
      </w:pPr>
      <w:r>
        <w:rPr>
          <w:lang w:val="en-US"/>
        </w:rPr>
        <w:t xml:space="preserve"> </w:t>
      </w:r>
    </w:p>
    <w:sectPr w:rsidR="009B54CD" w:rsidRPr="009B54CD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5D" w:rsidRDefault="0027375D">
      <w:pPr>
        <w:spacing w:after="0" w:line="240" w:lineRule="auto"/>
      </w:pPr>
      <w:r>
        <w:separator/>
      </w:r>
    </w:p>
  </w:endnote>
  <w:endnote w:type="continuationSeparator" w:id="0">
    <w:p w:rsidR="0027375D" w:rsidRDefault="0027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5D" w:rsidRDefault="002737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7375D" w:rsidRDefault="00273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063D1"/>
    <w:rsid w:val="0027375D"/>
    <w:rsid w:val="006B66B7"/>
    <w:rsid w:val="007063D1"/>
    <w:rsid w:val="009B54CD"/>
    <w:rsid w:val="00A7195E"/>
    <w:rsid w:val="00AC4FBF"/>
    <w:rsid w:val="00B8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2070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2</cp:revision>
  <dcterms:created xsi:type="dcterms:W3CDTF">2011-10-05T18:58:00Z</dcterms:created>
  <dcterms:modified xsi:type="dcterms:W3CDTF">2011-10-05T18:58:00Z</dcterms:modified>
</cp:coreProperties>
</file>