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E34" w:rsidRPr="00E67697" w:rsidRDefault="004E2E34">
      <w:pPr>
        <w:rPr>
          <w:lang w:val="en-GB"/>
        </w:rPr>
      </w:pPr>
      <w:r w:rsidRPr="00E67697">
        <w:rPr>
          <w:lang w:val="en-GB"/>
        </w:rPr>
        <w:t>TAREA 1</w:t>
      </w:r>
    </w:p>
    <w:p w:rsidR="004E2E34" w:rsidRPr="00E67697" w:rsidRDefault="004E2E34">
      <w:pPr>
        <w:rPr>
          <w:lang w:val="en-GB"/>
        </w:rPr>
      </w:pPr>
    </w:p>
    <w:p w:rsidR="004E2E34" w:rsidRPr="000648AC" w:rsidRDefault="004E2E34">
      <w:pPr>
        <w:rPr>
          <w:lang w:val="en-GB"/>
        </w:rPr>
      </w:pPr>
      <w:r w:rsidRPr="000648AC">
        <w:rPr>
          <w:lang w:val="en-GB"/>
        </w:rPr>
        <w:t>Dear Jones:</w:t>
      </w:r>
    </w:p>
    <w:p w:rsidR="004E2E34" w:rsidRPr="000648AC" w:rsidRDefault="004E2E34">
      <w:pPr>
        <w:rPr>
          <w:lang w:val="en-GB"/>
        </w:rPr>
      </w:pPr>
    </w:p>
    <w:p w:rsidR="004E2E34" w:rsidRDefault="004E2E34">
      <w:pPr>
        <w:rPr>
          <w:lang w:val="en-US"/>
        </w:rPr>
      </w:pPr>
      <w:r>
        <w:rPr>
          <w:lang w:val="en-US"/>
        </w:rPr>
        <w:t>I’m mailing in order to giving you some previous information before your arrival.</w:t>
      </w:r>
    </w:p>
    <w:p w:rsidR="004E2E34" w:rsidRDefault="004E2E34">
      <w:pPr>
        <w:rPr>
          <w:lang w:val="en-US"/>
        </w:rPr>
      </w:pPr>
      <w:r>
        <w:rPr>
          <w:lang w:val="en-US"/>
        </w:rPr>
        <w:t>We are accommodated in a one floor wooden building with a meeting room (used as dinner room too), a kitchen and seven rooms, some of them have to be shared by two people. Fortunately the rooms are big enough and completely furnished.</w:t>
      </w:r>
    </w:p>
    <w:p w:rsidR="004E2E34" w:rsidRDefault="004E2E34">
      <w:pPr>
        <w:rPr>
          <w:lang w:val="en-US"/>
        </w:rPr>
      </w:pPr>
      <w:r>
        <w:rPr>
          <w:lang w:val="en-US"/>
        </w:rPr>
        <w:t xml:space="preserve">In another barrack you could find two classrooms with 30 and 40 people capacity each. </w:t>
      </w:r>
    </w:p>
    <w:p w:rsidR="004E2E34" w:rsidRDefault="004E2E34">
      <w:pPr>
        <w:rPr>
          <w:lang w:val="en-US"/>
        </w:rPr>
      </w:pPr>
      <w:r>
        <w:rPr>
          <w:lang w:val="en-US"/>
        </w:rPr>
        <w:t>Furthermore there are a five thousand square meters training field avalaible and a 100 m range shooting training field.</w:t>
      </w:r>
    </w:p>
    <w:p w:rsidR="004E2E34" w:rsidRDefault="004E2E34">
      <w:pPr>
        <w:rPr>
          <w:lang w:val="en-US"/>
        </w:rPr>
      </w:pPr>
      <w:r>
        <w:rPr>
          <w:lang w:val="en-US"/>
        </w:rPr>
        <w:t>If you need more information let me know.</w:t>
      </w:r>
    </w:p>
    <w:p w:rsidR="004E2E34" w:rsidRDefault="004E2E34">
      <w:pPr>
        <w:rPr>
          <w:lang w:val="en-US"/>
        </w:rPr>
      </w:pPr>
      <w:r>
        <w:rPr>
          <w:lang w:val="en-US"/>
        </w:rPr>
        <w:t>See you soon</w:t>
      </w:r>
    </w:p>
    <w:p w:rsidR="004E2E34" w:rsidRDefault="004E2E34">
      <w:pPr>
        <w:rPr>
          <w:lang w:val="en-US"/>
        </w:rPr>
      </w:pPr>
      <w:r>
        <w:rPr>
          <w:lang w:val="en-US"/>
        </w:rPr>
        <w:t>Lt Martinez.</w:t>
      </w:r>
    </w:p>
    <w:p w:rsidR="004E2E34" w:rsidRDefault="004E2E34">
      <w:pPr>
        <w:rPr>
          <w:lang w:val="en-US"/>
        </w:rPr>
      </w:pPr>
    </w:p>
    <w:p w:rsidR="004E2E34" w:rsidRDefault="004E2E34">
      <w:pPr>
        <w:rPr>
          <w:lang w:val="en-US"/>
        </w:rPr>
      </w:pPr>
      <w:r>
        <w:rPr>
          <w:lang w:val="en-US"/>
        </w:rPr>
        <w:t>TAREA 2</w:t>
      </w:r>
    </w:p>
    <w:p w:rsidR="004E2E34" w:rsidRDefault="004E2E34">
      <w:pPr>
        <w:rPr>
          <w:lang w:val="en-US"/>
        </w:rPr>
      </w:pPr>
    </w:p>
    <w:p w:rsidR="004E2E34" w:rsidRDefault="004E2E34">
      <w:pPr>
        <w:rPr>
          <w:lang w:val="en-US"/>
        </w:rPr>
      </w:pPr>
      <w:r>
        <w:rPr>
          <w:lang w:val="en-US"/>
        </w:rPr>
        <w:t>Dear Col Ros</w:t>
      </w:r>
    </w:p>
    <w:p w:rsidR="004E2E34" w:rsidRDefault="004E2E34">
      <w:pPr>
        <w:rPr>
          <w:lang w:val="en-US"/>
        </w:rPr>
      </w:pPr>
      <w:r>
        <w:rPr>
          <w:lang w:val="en-US"/>
        </w:rPr>
        <w:t>I have been designated for training military people  in Uganda.</w:t>
      </w:r>
    </w:p>
    <w:p w:rsidR="004E2E34" w:rsidRDefault="004E2E34">
      <w:pPr>
        <w:rPr>
          <w:lang w:val="en-US"/>
        </w:rPr>
      </w:pPr>
      <w:r>
        <w:rPr>
          <w:lang w:val="en-US"/>
        </w:rPr>
        <w:t>We are a small group of military people who are distributed along the country and some days ago we had a meeting in Kampala. You should have seen my surprise when I saw Cpt Smith there.</w:t>
      </w:r>
    </w:p>
    <w:p w:rsidR="004E2E34" w:rsidRDefault="004E2E34">
      <w:pPr>
        <w:rPr>
          <w:lang w:val="en-US"/>
        </w:rPr>
      </w:pPr>
      <w:r>
        <w:rPr>
          <w:lang w:val="en-US"/>
        </w:rPr>
        <w:t>He was working with us about ten years ago in Brussels where you were our Chief in command. He was lieutenant at that time. He is short although very strong and with two enormous hands.</w:t>
      </w:r>
    </w:p>
    <w:p w:rsidR="004E2E34" w:rsidRDefault="004E2E34">
      <w:pPr>
        <w:rPr>
          <w:lang w:val="en-US"/>
        </w:rPr>
      </w:pPr>
      <w:r>
        <w:rPr>
          <w:lang w:val="en-US"/>
        </w:rPr>
        <w:t xml:space="preserve">We really had a good time and he asked me to send you his regards. </w:t>
      </w:r>
    </w:p>
    <w:p w:rsidR="004E2E34" w:rsidRDefault="004E2E34">
      <w:pPr>
        <w:rPr>
          <w:lang w:val="en-US"/>
        </w:rPr>
      </w:pPr>
      <w:r>
        <w:rPr>
          <w:lang w:val="en-US"/>
        </w:rPr>
        <w:t>Yours sincerely,</w:t>
      </w:r>
    </w:p>
    <w:p w:rsidR="004E2E34" w:rsidRDefault="004E2E34" w:rsidP="000648AC">
      <w:pPr>
        <w:rPr>
          <w:lang w:val="en-US"/>
        </w:rPr>
      </w:pPr>
      <w:r>
        <w:rPr>
          <w:lang w:val="en-US"/>
        </w:rPr>
        <w:t>Lt Martinez.</w:t>
      </w:r>
    </w:p>
    <w:p w:rsidR="004E2E34" w:rsidRDefault="004E2E34" w:rsidP="000648AC">
      <w:pPr>
        <w:rPr>
          <w:lang w:val="en-US"/>
        </w:rPr>
      </w:pPr>
    </w:p>
    <w:p w:rsidR="004E2E34" w:rsidRDefault="004E2E34" w:rsidP="000648AC">
      <w:pPr>
        <w:rPr>
          <w:lang w:val="en-US"/>
        </w:rPr>
      </w:pPr>
    </w:p>
    <w:p w:rsidR="004E2E34" w:rsidRDefault="004E2E34" w:rsidP="000648AC">
      <w:pPr>
        <w:rPr>
          <w:lang w:val="en-US"/>
        </w:rPr>
      </w:pPr>
      <w:r>
        <w:rPr>
          <w:lang w:val="en-US"/>
        </w:rPr>
        <w:t>TAREA 3</w:t>
      </w:r>
    </w:p>
    <w:p w:rsidR="004E2E34" w:rsidRDefault="004E2E34" w:rsidP="000648AC">
      <w:pPr>
        <w:rPr>
          <w:lang w:val="en-US"/>
        </w:rPr>
      </w:pPr>
    </w:p>
    <w:p w:rsidR="004E2E34" w:rsidRDefault="004E2E34" w:rsidP="000648AC">
      <w:pPr>
        <w:rPr>
          <w:lang w:val="en-US"/>
        </w:rPr>
      </w:pPr>
      <w:r>
        <w:rPr>
          <w:lang w:val="en-US"/>
        </w:rPr>
        <w:t>Dear Lt Garrido:</w:t>
      </w:r>
    </w:p>
    <w:p w:rsidR="004E2E34" w:rsidRDefault="004E2E34" w:rsidP="000648AC">
      <w:pPr>
        <w:rPr>
          <w:lang w:val="en-US"/>
        </w:rPr>
      </w:pPr>
      <w:r>
        <w:rPr>
          <w:lang w:val="en-US"/>
        </w:rPr>
        <w:t>The Spanish Ambassadeur was holding a visit to the training camp last Friday. We were expected him at 11 but his plane was one hours delayed and he didn’t get to the camp until 12.</w:t>
      </w:r>
    </w:p>
    <w:p w:rsidR="004E2E34" w:rsidRDefault="004E2E34" w:rsidP="000648AC">
      <w:pPr>
        <w:rPr>
          <w:lang w:val="en-US"/>
        </w:rPr>
      </w:pPr>
      <w:r>
        <w:rPr>
          <w:lang w:val="en-US"/>
        </w:rPr>
        <w:t>I was commisioned with one company formed with 50 military Ugandan people to give honors to the Ambassadeur.</w:t>
      </w:r>
    </w:p>
    <w:p w:rsidR="004E2E34" w:rsidRDefault="004E2E34" w:rsidP="000648AC">
      <w:pPr>
        <w:rPr>
          <w:lang w:val="en-US"/>
        </w:rPr>
      </w:pPr>
      <w:r>
        <w:rPr>
          <w:lang w:val="en-US"/>
        </w:rPr>
        <w:t>After visiting us he had  a lunch scheduled with the Prime Minister at 13.30 so he was really in a hurry.</w:t>
      </w:r>
    </w:p>
    <w:p w:rsidR="004E2E34" w:rsidRDefault="004E2E34" w:rsidP="000648AC">
      <w:pPr>
        <w:rPr>
          <w:lang w:val="en-US"/>
        </w:rPr>
      </w:pPr>
      <w:r>
        <w:rPr>
          <w:lang w:val="en-US"/>
        </w:rPr>
        <w:t>When he was reviewing the troops, a strong  blow of wind took something off his head.</w:t>
      </w:r>
    </w:p>
    <w:p w:rsidR="004E2E34" w:rsidRDefault="004E2E34" w:rsidP="000648AC">
      <w:pPr>
        <w:rPr>
          <w:lang w:val="en-US"/>
        </w:rPr>
      </w:pPr>
      <w:r>
        <w:rPr>
          <w:lang w:val="en-US"/>
        </w:rPr>
        <w:t>We have now a special souvenir from his visit: a hairpiece.</w:t>
      </w:r>
    </w:p>
    <w:p w:rsidR="004E2E34" w:rsidRDefault="004E2E34" w:rsidP="000648AC">
      <w:pPr>
        <w:rPr>
          <w:lang w:val="en-US"/>
        </w:rPr>
      </w:pPr>
    </w:p>
    <w:p w:rsidR="004E2E34" w:rsidRDefault="004E2E34" w:rsidP="000648AC">
      <w:pPr>
        <w:rPr>
          <w:lang w:val="en-US"/>
        </w:rPr>
      </w:pPr>
      <w:r>
        <w:rPr>
          <w:lang w:val="en-US"/>
        </w:rPr>
        <w:t>Regards,</w:t>
      </w:r>
    </w:p>
    <w:p w:rsidR="004E2E34" w:rsidRDefault="004E2E34" w:rsidP="00E67697">
      <w:pPr>
        <w:rPr>
          <w:lang w:val="en-US"/>
        </w:rPr>
      </w:pPr>
      <w:r>
        <w:rPr>
          <w:lang w:val="en-US"/>
        </w:rPr>
        <w:t>Lt Martinez.</w:t>
      </w:r>
    </w:p>
    <w:p w:rsidR="004E2E34" w:rsidRDefault="004E2E34" w:rsidP="000648AC">
      <w:pPr>
        <w:rPr>
          <w:lang w:val="en-US"/>
        </w:rPr>
      </w:pPr>
    </w:p>
    <w:p w:rsidR="004E2E34" w:rsidRDefault="004E2E34" w:rsidP="000648AC">
      <w:pPr>
        <w:rPr>
          <w:lang w:val="en-US"/>
        </w:rPr>
      </w:pPr>
    </w:p>
    <w:p w:rsidR="004E2E34" w:rsidRDefault="004E2E34" w:rsidP="000648AC">
      <w:pPr>
        <w:rPr>
          <w:lang w:val="en-US"/>
        </w:rPr>
      </w:pPr>
    </w:p>
    <w:p w:rsidR="004E2E34" w:rsidRDefault="004E2E34" w:rsidP="000648AC">
      <w:pPr>
        <w:rPr>
          <w:lang w:val="en-US"/>
        </w:rPr>
      </w:pPr>
    </w:p>
    <w:p w:rsidR="004E2E34" w:rsidRDefault="004E2E34" w:rsidP="000648AC">
      <w:pPr>
        <w:rPr>
          <w:lang w:val="en-US"/>
        </w:rPr>
      </w:pPr>
    </w:p>
    <w:p w:rsidR="004E2E34" w:rsidRDefault="004E2E34" w:rsidP="000648AC">
      <w:pPr>
        <w:rPr>
          <w:lang w:val="en-US"/>
        </w:rPr>
      </w:pPr>
    </w:p>
    <w:p w:rsidR="004E2E34" w:rsidRDefault="004E2E34" w:rsidP="000648AC">
      <w:pPr>
        <w:rPr>
          <w:lang w:val="en-US"/>
        </w:rPr>
      </w:pPr>
    </w:p>
    <w:p w:rsidR="004E2E34" w:rsidRDefault="004E2E34" w:rsidP="000648AC">
      <w:pPr>
        <w:rPr>
          <w:lang w:val="en-US"/>
        </w:rPr>
      </w:pPr>
    </w:p>
    <w:p w:rsidR="004E2E34" w:rsidRDefault="004E2E34" w:rsidP="000648AC">
      <w:pPr>
        <w:rPr>
          <w:lang w:val="en-US"/>
        </w:rPr>
      </w:pPr>
    </w:p>
    <w:p w:rsidR="004E2E34" w:rsidRPr="00D55C55" w:rsidRDefault="004E2E34">
      <w:pPr>
        <w:rPr>
          <w:lang w:val="en-US"/>
        </w:rPr>
      </w:pPr>
    </w:p>
    <w:sectPr w:rsidR="004E2E34" w:rsidRPr="00D55C55" w:rsidSect="000D19F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5C55"/>
    <w:rsid w:val="0004453E"/>
    <w:rsid w:val="000648AC"/>
    <w:rsid w:val="000D09F2"/>
    <w:rsid w:val="000D19F7"/>
    <w:rsid w:val="00154BFB"/>
    <w:rsid w:val="002309A4"/>
    <w:rsid w:val="0024234E"/>
    <w:rsid w:val="003B60D6"/>
    <w:rsid w:val="00413BC7"/>
    <w:rsid w:val="00494F52"/>
    <w:rsid w:val="004E2E34"/>
    <w:rsid w:val="0053760F"/>
    <w:rsid w:val="0064462B"/>
    <w:rsid w:val="0064577E"/>
    <w:rsid w:val="006F1EB9"/>
    <w:rsid w:val="007B2611"/>
    <w:rsid w:val="0087525C"/>
    <w:rsid w:val="00A01FC7"/>
    <w:rsid w:val="00A308B7"/>
    <w:rsid w:val="00AA7B34"/>
    <w:rsid w:val="00B50E58"/>
    <w:rsid w:val="00BC54C3"/>
    <w:rsid w:val="00CF3643"/>
    <w:rsid w:val="00D55C55"/>
    <w:rsid w:val="00E4267B"/>
    <w:rsid w:val="00E67697"/>
    <w:rsid w:val="00E96B91"/>
    <w:rsid w:val="00F44F3A"/>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9F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196</TotalTime>
  <Pages>2</Pages>
  <Words>272</Words>
  <Characters>1501</Characters>
  <Application>Microsoft Office Outlook</Application>
  <DocSecurity>0</DocSecurity>
  <Lines>0</Lines>
  <Paragraphs>0</Paragraphs>
  <ScaleCrop>false</ScaleCrop>
  <Company>Ministerio de Defensa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fpavcaj</dc:creator>
  <cp:keywords/>
  <dc:description/>
  <cp:lastModifiedBy>JAVIER</cp:lastModifiedBy>
  <cp:revision>5</cp:revision>
  <dcterms:created xsi:type="dcterms:W3CDTF">2011-09-29T13:31:00Z</dcterms:created>
  <dcterms:modified xsi:type="dcterms:W3CDTF">2011-09-29T18:16:00Z</dcterms:modified>
</cp:coreProperties>
</file>